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3562C" w14:textId="156AF83E" w:rsidR="00535962" w:rsidRPr="00F7167E" w:rsidRDefault="00FD797F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A234D3C" wp14:editId="161C27A7">
                <wp:simplePos x="0" y="0"/>
                <wp:positionH relativeFrom="column">
                  <wp:posOffset>6483927</wp:posOffset>
                </wp:positionH>
                <wp:positionV relativeFrom="paragraph">
                  <wp:posOffset>-665018</wp:posOffset>
                </wp:positionV>
                <wp:extent cx="2459941" cy="783095"/>
                <wp:effectExtent l="0" t="0" r="17145" b="17145"/>
                <wp:wrapNone/>
                <wp:docPr id="15249494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9941" cy="783095"/>
                          <a:chOff x="12866" y="523"/>
                          <a:chExt cx="2544" cy="1104"/>
                        </a:xfrm>
                      </wpg:grpSpPr>
                      <wps:wsp>
                        <wps:cNvPr id="181714222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0435668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95"/>
                            <a:ext cx="2413" cy="806"/>
                            <a:chOff x="9151" y="846"/>
                            <a:chExt cx="2009" cy="750"/>
                          </a:xfrm>
                        </wpg:grpSpPr>
                        <wps:wsp>
                          <wps:cNvPr id="350201421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225"/>
                              <a:ext cx="1803" cy="37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62730A" w14:textId="79792B22" w:rsidR="00957FDA" w:rsidRPr="00535962" w:rsidRDefault="00825346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CONADIS-CCC-PEPU-2025-0001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10086280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846"/>
                              <a:ext cx="2009" cy="39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E92F3B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34D3C" id="Group 21" o:spid="_x0000_s1026" style="position:absolute;margin-left:510.55pt;margin-top:-52.35pt;width:193.7pt;height:61.6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" filled="f"/>
                <v:group id="Group 23" o:spid="_x0000_s1028" style="position:absolute;left:12940;top:695;width:2413;height:806" coordorigin="9151,846" coordsize="2009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225;width:1803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62730A" w14:textId="79792B22" w:rsidR="00957FDA" w:rsidRPr="00535962" w:rsidRDefault="00825346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CONADIS-CCC-PEPU-2025-0001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846;width:2009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" fillcolor="black [3213]" strokecolor="white [3212]" strokeweight="3pt">
                    <v:textbox>
                      <w:txbxContent>
                        <w:p w14:paraId="5DE92F3B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25346"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778E67" wp14:editId="43C216AC">
                <wp:simplePos x="0" y="0"/>
                <wp:positionH relativeFrom="column">
                  <wp:posOffset>3181350</wp:posOffset>
                </wp:positionH>
                <wp:positionV relativeFrom="paragraph">
                  <wp:posOffset>116840</wp:posOffset>
                </wp:positionV>
                <wp:extent cx="2396490" cy="279400"/>
                <wp:effectExtent l="0" t="2540" r="3810" b="3810"/>
                <wp:wrapNone/>
                <wp:docPr id="101580919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4FCAF" w14:textId="53F991AA" w:rsidR="002E1412" w:rsidRPr="002E1412" w:rsidRDefault="00E82AB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825346">
                                  <w:rPr>
                                    <w:rStyle w:val="Style6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825346">
                                  <w:rPr>
                                    <w:rStyle w:val="Style6"/>
                                  </w:rPr>
                                  <w:t>Conadis</w:t>
                                </w:r>
                                <w:proofErr w:type="spellEnd"/>
                                <w:r w:rsidR="00825346">
                                  <w:rPr>
                                    <w:rStyle w:val="Style6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78E67" id="Text Box 16" o:spid="_x0000_s1031" type="#_x0000_t202" style="position:absolute;margin-left:250.5pt;margin-top:9.2pt;width:188.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" stroked="f">
                <v:textbox>
                  <w:txbxContent>
                    <w:p w14:paraId="4674FCAF" w14:textId="53F991AA" w:rsidR="002E1412" w:rsidRPr="002E1412" w:rsidRDefault="00FD797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825346">
                            <w:rPr>
                              <w:rStyle w:val="Style6"/>
                            </w:rPr>
                            <w:t>Consejo Nacional de Discapacidad (</w:t>
                          </w:r>
                          <w:proofErr w:type="spellStart"/>
                          <w:r w:rsidR="00825346">
                            <w:rPr>
                              <w:rStyle w:val="Style6"/>
                            </w:rPr>
                            <w:t>Conadis</w:t>
                          </w:r>
                          <w:proofErr w:type="spellEnd"/>
                          <w:r w:rsidR="00825346">
                            <w:rPr>
                              <w:rStyle w:val="Style6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</w:rPr>
        <w:drawing>
          <wp:anchor distT="0" distB="0" distL="114300" distR="114300" simplePos="0" relativeHeight="251658752" behindDoc="0" locked="0" layoutInCell="1" allowOverlap="1" wp14:anchorId="6D9EBA9D" wp14:editId="7D6A17E3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5346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56D4AE" wp14:editId="413BBC8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87017473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22909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6D4AE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24122909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825346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2A07E8" wp14:editId="7AC7F6B0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9513157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5AEB6C02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9BF699F" wp14:editId="2C5E0360">
                                      <wp:extent cx="799693" cy="799693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A07E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5AEB6C02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9BF699F" wp14:editId="2C5E0360">
                                <wp:extent cx="799693" cy="799693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254D9839" w14:textId="51701441" w:rsidR="00535962" w:rsidRPr="00535962" w:rsidRDefault="00825346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C7E09F4" wp14:editId="20E3779A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304102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56ACE" w14:textId="77777777" w:rsidR="00F7443C" w:rsidRPr="004767CC" w:rsidRDefault="00E82AB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E09F4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2A856ACE" w14:textId="77777777" w:rsidR="00F7443C" w:rsidRPr="004767CC" w:rsidRDefault="00FD797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5091BB" wp14:editId="59DD8FB7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12828002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92B9F" w14:textId="77777777" w:rsidR="0026335F" w:rsidRPr="0026335F" w:rsidRDefault="00E82AB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091BB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6A392B9F" w14:textId="77777777" w:rsidR="0026335F" w:rsidRPr="0026335F" w:rsidRDefault="00FD797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D58C10" w14:textId="0882E22F" w:rsidR="00535962" w:rsidRDefault="00825346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F3A6B2" wp14:editId="11CD354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66221873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C5C51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3A6B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1A3C5C51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176B14FC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37684AC2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210D2D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A75BDBA" w14:textId="5047A7C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</w:t>
            </w:r>
            <w:r w:rsidRPr="00131369">
              <w:rPr>
                <w:sz w:val="22"/>
                <w:szCs w:val="22"/>
              </w:rPr>
              <w:t>Servicio</w:t>
            </w:r>
          </w:p>
        </w:tc>
        <w:tc>
          <w:tcPr>
            <w:tcW w:w="1276" w:type="dxa"/>
            <w:vAlign w:val="center"/>
          </w:tcPr>
          <w:p w14:paraId="71FC5B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95B4A32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3E3A68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61C07A2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301C54F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49F42CD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29F82166" w14:textId="77777777" w:rsidTr="00A24343">
        <w:trPr>
          <w:trHeight w:val="457"/>
          <w:jc w:val="center"/>
        </w:trPr>
        <w:tc>
          <w:tcPr>
            <w:tcW w:w="849" w:type="dxa"/>
          </w:tcPr>
          <w:p w14:paraId="3708BF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5A6A4B4" w14:textId="77777777" w:rsidR="0037246F" w:rsidRDefault="0037246F" w:rsidP="00BB657B">
            <w:pPr>
              <w:spacing w:after="0" w:line="240" w:lineRule="auto"/>
            </w:pPr>
          </w:p>
          <w:p w14:paraId="450971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64583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3C0C2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4FCB28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D595F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8B45A4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8ADBD1" w14:textId="77777777" w:rsidTr="00A24343">
        <w:trPr>
          <w:trHeight w:val="477"/>
          <w:jc w:val="center"/>
        </w:trPr>
        <w:tc>
          <w:tcPr>
            <w:tcW w:w="849" w:type="dxa"/>
          </w:tcPr>
          <w:p w14:paraId="2F2604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077F5D7" w14:textId="77777777" w:rsidR="0037246F" w:rsidRDefault="0037246F" w:rsidP="00BB657B">
            <w:pPr>
              <w:spacing w:after="0" w:line="240" w:lineRule="auto"/>
            </w:pPr>
          </w:p>
          <w:p w14:paraId="751F333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8FD87D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1515DD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989919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DA3263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6FD2BE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112EBC2" w14:textId="77777777" w:rsidTr="00A24343">
        <w:trPr>
          <w:trHeight w:val="477"/>
          <w:jc w:val="center"/>
        </w:trPr>
        <w:tc>
          <w:tcPr>
            <w:tcW w:w="849" w:type="dxa"/>
          </w:tcPr>
          <w:p w14:paraId="6F1FCE0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22F81A4" w14:textId="77777777" w:rsidR="0037246F" w:rsidRDefault="0037246F" w:rsidP="00BB657B">
            <w:pPr>
              <w:spacing w:after="0" w:line="240" w:lineRule="auto"/>
            </w:pPr>
          </w:p>
          <w:p w14:paraId="638D32B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AE065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9F446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11479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F5447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B4FD7B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E4353CC" w14:textId="77777777" w:rsidTr="00A24343">
        <w:trPr>
          <w:trHeight w:val="477"/>
          <w:jc w:val="center"/>
        </w:trPr>
        <w:tc>
          <w:tcPr>
            <w:tcW w:w="849" w:type="dxa"/>
          </w:tcPr>
          <w:p w14:paraId="3DEB436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8481CF" w14:textId="77777777" w:rsidR="0037246F" w:rsidRDefault="0037246F" w:rsidP="00BB657B">
            <w:pPr>
              <w:spacing w:after="0" w:line="240" w:lineRule="auto"/>
            </w:pPr>
          </w:p>
          <w:p w14:paraId="4774A41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0C6C6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4C135B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33676E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7CA2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77DC03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4E08E5B" w14:textId="77777777" w:rsidTr="00A24343">
        <w:trPr>
          <w:trHeight w:val="477"/>
          <w:jc w:val="center"/>
        </w:trPr>
        <w:tc>
          <w:tcPr>
            <w:tcW w:w="849" w:type="dxa"/>
          </w:tcPr>
          <w:p w14:paraId="07F288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E783768" w14:textId="77777777" w:rsidR="0037246F" w:rsidRDefault="0037246F" w:rsidP="00BB657B">
            <w:pPr>
              <w:spacing w:after="0" w:line="240" w:lineRule="auto"/>
            </w:pPr>
          </w:p>
          <w:p w14:paraId="64F27D6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5C2A7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792390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FA1FF6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4CF1D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8ACB676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DBDD08C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5C20975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3FF1A386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341B133D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45F645FA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13E76DB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0692D3F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DF997F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7B479C8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054D7B15" w14:textId="53091CEB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lastRenderedPageBreak/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825346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4EECEE" wp14:editId="58D3DE6F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42515657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4E2EB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EEC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73A4E2EB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68E1A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55209091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60B39" w14:textId="55D33DB8" w:rsidR="001007E7" w:rsidRDefault="00825346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844991" wp14:editId="5346951C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94558892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2AEFD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44AFEB5D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BE52541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84499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4272AEFD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44AFEB5D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BE52541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6D69736E" w14:textId="11B057CD" w:rsidR="001007E7" w:rsidRDefault="00825346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070535" wp14:editId="1D77A2E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35040595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EF56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07053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08BEF56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17E2831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705FB1AB" wp14:editId="222FF126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5FD8A28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95B63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05EE4583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2442F46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7A60235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B4164"/>
    <w:rsid w:val="007B6F6F"/>
    <w:rsid w:val="00810515"/>
    <w:rsid w:val="00825346"/>
    <w:rsid w:val="0083342F"/>
    <w:rsid w:val="00854B4F"/>
    <w:rsid w:val="008B3AE5"/>
    <w:rsid w:val="009002B4"/>
    <w:rsid w:val="00916ACA"/>
    <w:rsid w:val="00957FDA"/>
    <w:rsid w:val="009773D3"/>
    <w:rsid w:val="009A2AEC"/>
    <w:rsid w:val="009B0931"/>
    <w:rsid w:val="009C1F11"/>
    <w:rsid w:val="009E0472"/>
    <w:rsid w:val="00A16099"/>
    <w:rsid w:val="00A24343"/>
    <w:rsid w:val="00A640BD"/>
    <w:rsid w:val="00AB4966"/>
    <w:rsid w:val="00AC7631"/>
    <w:rsid w:val="00AD7919"/>
    <w:rsid w:val="00AF0D2F"/>
    <w:rsid w:val="00B205FC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82ABC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  <w:rsid w:val="00FD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EB038EC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</TotalTime>
  <Pages>2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</cp:lastModifiedBy>
  <cp:revision>4</cp:revision>
  <cp:lastPrinted>2011-03-04T18:27:00Z</cp:lastPrinted>
  <dcterms:created xsi:type="dcterms:W3CDTF">2025-06-04T13:06:00Z</dcterms:created>
  <dcterms:modified xsi:type="dcterms:W3CDTF">2025-06-05T16:02:00Z</dcterms:modified>
</cp:coreProperties>
</file>