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AC1A3" w14:textId="684A37F4" w:rsidR="00535962" w:rsidRPr="00F7167E" w:rsidRDefault="00356E7D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42E53FC" wp14:editId="63F8C621">
                <wp:simplePos x="0" y="0"/>
                <wp:positionH relativeFrom="column">
                  <wp:posOffset>4257675</wp:posOffset>
                </wp:positionH>
                <wp:positionV relativeFrom="paragraph">
                  <wp:posOffset>-714375</wp:posOffset>
                </wp:positionV>
                <wp:extent cx="2171700" cy="895350"/>
                <wp:effectExtent l="0" t="0" r="19050" b="19050"/>
                <wp:wrapNone/>
                <wp:docPr id="101970459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0" cy="895350"/>
                          <a:chOff x="12866" y="523"/>
                          <a:chExt cx="2755" cy="1104"/>
                        </a:xfrm>
                      </wpg:grpSpPr>
                      <wps:wsp>
                        <wps:cNvPr id="108140358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1450881" name="Group 23"/>
                        <wpg:cNvGrpSpPr>
                          <a:grpSpLocks/>
                        </wpg:cNvGrpSpPr>
                        <wpg:grpSpPr bwMode="auto">
                          <a:xfrm>
                            <a:off x="12941" y="561"/>
                            <a:ext cx="2680" cy="784"/>
                            <a:chOff x="9151" y="720"/>
                            <a:chExt cx="2231" cy="729"/>
                          </a:xfrm>
                        </wpg:grpSpPr>
                        <wps:wsp>
                          <wps:cNvPr id="107086187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80"/>
                              <a:ext cx="2231" cy="36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bookmarkStart w:id="0" w:name="_Hlk208383354" w:displacedByCustomXml="next"/>
                                  <w:sdt>
                                    <w:sdtPr>
                                      <w:rPr>
                                        <w:rStyle w:val="Style2"/>
                                      </w:rPr>
                                      <w:alias w:val="No. del Expediente de Compras "/>
                                      <w:tag w:val="No. del Expediente de Compras "/>
                                      <w:id w:val="-482935580"/>
                                    </w:sdtPr>
                                    <w:sdtEndPr>
                                      <w:rPr>
                                        <w:rStyle w:val="Style2"/>
                                      </w:rPr>
                                    </w:sdtEndPr>
                                    <w:sdtContent>
                                      <w:p w14:paraId="1829DC4D" w14:textId="77777777" w:rsidR="00356E7D" w:rsidRDefault="00356E7D" w:rsidP="00356E7D">
                                        <w:pP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</w:pPr>
                                        <w:r w:rsidRPr="00356E7D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CONADIS-CCC-CP-2025-0003</w:t>
                                        </w:r>
                                      </w:p>
                                      <w:p w14:paraId="57C9B428" w14:textId="77777777" w:rsidR="008A68B4" w:rsidRPr="00356E7D" w:rsidRDefault="008A68B4" w:rsidP="00356E7D">
                                        <w:pPr>
                                          <w:rPr>
                                            <w:lang w:val="en-US"/>
                                          </w:rPr>
                                        </w:pPr>
                                      </w:p>
                                    </w:sdtContent>
                                  </w:sdt>
                                  <w:bookmarkEnd w:id="0" w:displacedByCustomXml="prev"/>
                                  <w:p w14:paraId="768492FE" w14:textId="18F5313E" w:rsidR="00376344" w:rsidRPr="00535962" w:rsidRDefault="008A68B4" w:rsidP="00376344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54670337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D91AEF" w14:textId="77777777" w:rsidR="00376344" w:rsidRPr="00535962" w:rsidRDefault="00376344" w:rsidP="00376344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2E53FC" id="Group 21" o:spid="_x0000_s1026" style="position:absolute;margin-left:335.25pt;margin-top:-56.25pt;width:171pt;height:70.5pt;z-index:251697152" coordorigin="12866,523" coordsize="2755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" filled="f"/>
                <v:group id="Group 23" o:spid="_x0000_s1028" style="position:absolute;left:12941;top:561;width:2680;height:784" coordorigin="9151,720" coordsize="2231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80;width:2231;height: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bookmarkStart w:id="1" w:name="_Hlk208383354" w:displacedByCustomXml="next"/>
                            <w:sdt>
                              <w:sdtPr>
                                <w:rPr>
                                  <w:rStyle w:val="Style2"/>
                                </w:rPr>
                                <w:alias w:val="No. del Expediente de Compras "/>
                                <w:tag w:val="No. del Expediente de Compras "/>
                                <w:id w:val="-482935580"/>
                              </w:sdtPr>
                              <w:sdtEndPr>
                                <w:rPr>
                                  <w:rStyle w:val="Style2"/>
                                </w:rPr>
                              </w:sdtEndPr>
                              <w:sdtContent>
                                <w:p w14:paraId="1829DC4D" w14:textId="77777777" w:rsidR="00356E7D" w:rsidRDefault="00356E7D" w:rsidP="00356E7D">
                                  <w:pPr>
                                    <w:rPr>
                                      <w:rStyle w:val="Style2"/>
                                      <w:lang w:val="en-US"/>
                                    </w:rPr>
                                  </w:pPr>
                                  <w:r w:rsidRPr="00356E7D">
                                    <w:rPr>
                                      <w:rStyle w:val="Style2"/>
                                      <w:lang w:val="en-US"/>
                                    </w:rPr>
                                    <w:t>CONADIS-CCC-CP-2025-0003</w:t>
                                  </w:r>
                                </w:p>
                                <w:p w14:paraId="57C9B428" w14:textId="77777777" w:rsidR="008A68B4" w:rsidRPr="00356E7D" w:rsidRDefault="008A68B4" w:rsidP="00356E7D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sdtContent>
                            </w:sdt>
                            <w:bookmarkEnd w:id="1" w:displacedByCustomXml="prev"/>
                            <w:p w14:paraId="768492FE" w14:textId="18F5313E" w:rsidR="00376344" w:rsidRPr="00535962" w:rsidRDefault="008A68B4" w:rsidP="00376344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" fillcolor="black [3213]" strokecolor="white [3212]" strokeweight="3pt">
                    <v:textbox>
                      <w:txbxContent>
                        <w:p w14:paraId="68D91AEF" w14:textId="77777777" w:rsidR="00376344" w:rsidRPr="00535962" w:rsidRDefault="00376344" w:rsidP="00376344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82201" w:rsidRPr="00013E04">
        <w:rPr>
          <w:noProof/>
          <w:lang w:val="es-DO" w:eastAsia="es-DO"/>
        </w:rPr>
        <w:drawing>
          <wp:anchor distT="0" distB="0" distL="114300" distR="114300" simplePos="0" relativeHeight="251698176" behindDoc="0" locked="0" layoutInCell="1" allowOverlap="1" wp14:anchorId="25DF243E" wp14:editId="7C7E379C">
            <wp:simplePos x="0" y="0"/>
            <wp:positionH relativeFrom="margin">
              <wp:posOffset>2803525</wp:posOffset>
            </wp:positionH>
            <wp:positionV relativeFrom="margin">
              <wp:posOffset>-514350</wp:posOffset>
            </wp:positionV>
            <wp:extent cx="810000" cy="806400"/>
            <wp:effectExtent l="0" t="0" r="0" b="0"/>
            <wp:wrapSquare wrapText="bothSides"/>
            <wp:docPr id="4" name="Imagen 4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0D28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285AC1" wp14:editId="02516A6E">
                <wp:simplePos x="0" y="0"/>
                <wp:positionH relativeFrom="column">
                  <wp:posOffset>-356235</wp:posOffset>
                </wp:positionH>
                <wp:positionV relativeFrom="paragraph">
                  <wp:posOffset>-375920</wp:posOffset>
                </wp:positionV>
                <wp:extent cx="1028700" cy="1078230"/>
                <wp:effectExtent l="0" t="0" r="3810" b="2540"/>
                <wp:wrapNone/>
                <wp:docPr id="2471992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Content>
                              <w:p w14:paraId="7CF097A6" w14:textId="467AB69F" w:rsidR="00BC61BD" w:rsidRPr="00BC61BD" w:rsidRDefault="00356E7D">
                                <w:pPr>
                                  <w:rPr>
                                    <w:lang w:val="en-US"/>
                                  </w:rPr>
                                </w:pPr>
                                <w:r w:rsidRPr="00356E7D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CBCDB1C" wp14:editId="242EA9D9">
                                      <wp:extent cx="798830" cy="723900"/>
                                      <wp:effectExtent l="133350" t="152400" r="134620" b="152400"/>
                                      <wp:docPr id="1554845493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06591845" name="Imagen 13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8960" cy="7240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85AC1" id="Text Box 2" o:spid="_x0000_s1031" type="#_x0000_t202" style="position:absolute;margin-left:-28.05pt;margin-top:-29.6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bU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7CF097A6" w14:textId="467AB69F" w:rsidR="00BC61BD" w:rsidRPr="00BC61BD" w:rsidRDefault="00356E7D">
                          <w:pPr>
                            <w:rPr>
                              <w:lang w:val="en-US"/>
                            </w:rPr>
                          </w:pPr>
                          <w:r w:rsidRPr="00356E7D">
                            <w:rPr>
                              <w:noProof/>
                            </w:rPr>
                            <w:drawing>
                              <wp:inline distT="0" distB="0" distL="0" distR="0" wp14:anchorId="6CBCDB1C" wp14:editId="242EA9D9">
                                <wp:extent cx="798830" cy="723900"/>
                                <wp:effectExtent l="133350" t="152400" r="134620" b="152400"/>
                                <wp:docPr id="1554845493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06591845" name="Imagen 13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8960" cy="7240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A0D2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58DB64" wp14:editId="043C05EB">
                <wp:simplePos x="0" y="0"/>
                <wp:positionH relativeFrom="column">
                  <wp:posOffset>-275590</wp:posOffset>
                </wp:positionH>
                <wp:positionV relativeFrom="paragraph">
                  <wp:posOffset>-502285</wp:posOffset>
                </wp:positionV>
                <wp:extent cx="948055" cy="305435"/>
                <wp:effectExtent l="635" t="2540" r="3810" b="0"/>
                <wp:wrapNone/>
                <wp:docPr id="959232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D5661" w14:textId="77777777" w:rsidR="00376344" w:rsidRPr="008166B2" w:rsidRDefault="00376344" w:rsidP="00376344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8166B2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8DB64" id="Text Box 20" o:spid="_x0000_s1032" type="#_x0000_t202" style="position:absolute;margin-left:-21.7pt;margin-top:-39.5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gNflrgAAAACwEAAA8AAAAAAAAAAAAAAAAANAQAAGRycy9kb3ducmV2LnhtbFBLBQYAAAAA&#10;BAAEAPMAAABBBQAAAAA=&#10;" filled="f" stroked="f">
                <v:textbox inset="0,0,0,0">
                  <w:txbxContent>
                    <w:p w14:paraId="3B5D5661" w14:textId="77777777" w:rsidR="00376344" w:rsidRPr="008166B2" w:rsidRDefault="00376344" w:rsidP="00376344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8166B2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SNCC.F.037</w:t>
                      </w:r>
                    </w:p>
                  </w:txbxContent>
                </v:textbox>
              </v:shape>
            </w:pict>
          </mc:Fallback>
        </mc:AlternateContent>
      </w:r>
    </w:p>
    <w:p w14:paraId="4D137763" w14:textId="71160A6D" w:rsidR="00535962" w:rsidRPr="00535962" w:rsidRDefault="005A0D28" w:rsidP="00535962"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E553EF" wp14:editId="76B0A0CF">
                <wp:simplePos x="0" y="0"/>
                <wp:positionH relativeFrom="column">
                  <wp:posOffset>4878705</wp:posOffset>
                </wp:positionH>
                <wp:positionV relativeFrom="paragraph">
                  <wp:posOffset>61595</wp:posOffset>
                </wp:positionV>
                <wp:extent cx="1428115" cy="278130"/>
                <wp:effectExtent l="1905" t="0" r="0" b="1270"/>
                <wp:wrapNone/>
                <wp:docPr id="93847934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C10C9" w14:textId="77777777" w:rsidR="0026335F" w:rsidRPr="0026335F" w:rsidRDefault="008A68B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553EF" id="Text Box 12" o:spid="_x0000_s1033" type="#_x0000_t202" style="position:absolute;margin-left:384.15pt;margin-top:4.8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" filled="f" stroked="f">
                <v:textbox>
                  <w:txbxContent>
                    <w:p w14:paraId="333C10C9" w14:textId="77777777" w:rsidR="0026335F" w:rsidRPr="0026335F" w:rsidRDefault="005A0D28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D1D209" wp14:editId="2A5CFB5F">
                <wp:simplePos x="0" y="0"/>
                <wp:positionH relativeFrom="column">
                  <wp:posOffset>1563370</wp:posOffset>
                </wp:positionH>
                <wp:positionV relativeFrom="paragraph">
                  <wp:posOffset>101600</wp:posOffset>
                </wp:positionV>
                <wp:extent cx="3136900" cy="279400"/>
                <wp:effectExtent l="1270" t="0" r="0" b="0"/>
                <wp:wrapNone/>
                <wp:docPr id="131971433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81C87" w14:textId="77777777" w:rsidR="002E1412" w:rsidRPr="002E1412" w:rsidRDefault="008A68B4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1D209" id="Text Box 16" o:spid="_x0000_s1034" type="#_x0000_t202" style="position:absolute;margin-left:123.1pt;margin-top:8pt;width:24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" stroked="f">
                <v:textbox>
                  <w:txbxContent>
                    <w:p w14:paraId="58D81C87" w14:textId="77777777" w:rsidR="002E1412" w:rsidRPr="002E1412" w:rsidRDefault="005A0D28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ED7DD63" w14:textId="3E821EC7" w:rsidR="00535962" w:rsidRDefault="005A0D28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7397C8" wp14:editId="2E84FA46">
                <wp:simplePos x="0" y="0"/>
                <wp:positionH relativeFrom="column">
                  <wp:posOffset>1687195</wp:posOffset>
                </wp:positionH>
                <wp:positionV relativeFrom="paragraph">
                  <wp:posOffset>146050</wp:posOffset>
                </wp:positionV>
                <wp:extent cx="2799715" cy="277495"/>
                <wp:effectExtent l="1270" t="0" r="0" b="1270"/>
                <wp:wrapNone/>
                <wp:docPr id="145873400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971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50495" w14:textId="77777777" w:rsidR="00F7443C" w:rsidRPr="00626D0C" w:rsidRDefault="000837F1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personal de plantilla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397C8" id="Text Box 18" o:spid="_x0000_s1035" type="#_x0000_t202" style="position:absolute;margin-left:132.85pt;margin-top:11.5pt;width:220.45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" stroked="f">
                <v:textbox>
                  <w:txbxContent>
                    <w:p w14:paraId="15450495" w14:textId="77777777" w:rsidR="00F7443C" w:rsidRPr="00626D0C" w:rsidRDefault="000837F1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personal de plantilla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92BECE" wp14:editId="067328DA">
                <wp:simplePos x="0" y="0"/>
                <wp:positionH relativeFrom="column">
                  <wp:posOffset>5127625</wp:posOffset>
                </wp:positionH>
                <wp:positionV relativeFrom="paragraph">
                  <wp:posOffset>102870</wp:posOffset>
                </wp:positionV>
                <wp:extent cx="1130300" cy="252095"/>
                <wp:effectExtent l="3175" t="1905" r="0" b="3175"/>
                <wp:wrapNone/>
                <wp:docPr id="19084524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CB3BD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166B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166B2" w:rsidRPr="008166B2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2BECE" id="Text Box 13" o:spid="_x0000_s1036" type="#_x0000_t202" style="position:absolute;margin-left:403.75pt;margin-top:8.1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" filled="f" stroked="f">
                <v:textbox>
                  <w:txbxContent>
                    <w:p w14:paraId="4DACB3BD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166B2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166B2" w:rsidRPr="008166B2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3A5529A8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702BF442" w14:textId="77777777" w:rsidR="000837F1" w:rsidRDefault="000837F1" w:rsidP="00393EFC">
      <w:pPr>
        <w:spacing w:after="0" w:line="240" w:lineRule="auto"/>
        <w:jc w:val="both"/>
        <w:rPr>
          <w:lang w:val="es-ES_tradnl"/>
        </w:rPr>
      </w:pPr>
    </w:p>
    <w:p w14:paraId="61468D33" w14:textId="77777777" w:rsidR="00376344" w:rsidRDefault="00376344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6AA3B5DE" w14:textId="77777777" w:rsidR="0023545D" w:rsidRPr="0023545D" w:rsidRDefault="0023545D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584E569" w14:textId="77777777" w:rsidR="0023545D" w:rsidRPr="0023545D" w:rsidRDefault="0023545D" w:rsidP="0023545D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3545D">
          <w:rPr>
            <w:rFonts w:eastAsia="Calibri"/>
            <w:color w:val="FF0000"/>
            <w:sz w:val="22"/>
            <w:szCs w:val="22"/>
          </w:rPr>
          <w:t>la Entidad</w:t>
        </w:r>
      </w:smartTag>
    </w:p>
    <w:p w14:paraId="7661A5DD" w14:textId="77777777"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B24FC62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Cortésmente, detallamos a continuación el personal de plantilla afectado a la ejecución de la obra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0837F1">
        <w:rPr>
          <w:rFonts w:ascii="Arial" w:hAnsi="Arial" w:cs="Arial"/>
          <w:color w:val="FF0000"/>
          <w:sz w:val="22"/>
          <w:szCs w:val="22"/>
        </w:rPr>
        <w:t>denominación de la obra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0837F1">
        <w:rPr>
          <w:rFonts w:ascii="Arial" w:hAnsi="Arial" w:cs="Arial"/>
          <w:color w:val="FF0000"/>
          <w:sz w:val="22"/>
          <w:szCs w:val="22"/>
        </w:rPr>
        <w:t xml:space="preserve"> </w:t>
      </w: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contratada a través del proceso 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>(Indicar Procedimiento de Contratació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>n)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 xml:space="preserve"> </w:t>
      </w:r>
      <w:r w:rsidRPr="000837F1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14:paraId="74F3010F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297C84E7" w14:textId="77777777" w:rsidR="000837F1" w:rsidRPr="000837F1" w:rsidRDefault="000837F1" w:rsidP="000837F1">
      <w:pPr>
        <w:pStyle w:val="Default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0837F1">
        <w:rPr>
          <w:rFonts w:ascii="Arial" w:hAnsi="Arial" w:cs="Arial"/>
          <w:bCs/>
          <w:sz w:val="22"/>
          <w:szCs w:val="22"/>
        </w:rPr>
        <w:t>Total</w:t>
      </w:r>
      <w:proofErr w:type="gramEnd"/>
      <w:r w:rsidRPr="000837F1">
        <w:rPr>
          <w:rFonts w:ascii="Arial" w:hAnsi="Arial" w:cs="Arial"/>
          <w:bCs/>
          <w:sz w:val="22"/>
          <w:szCs w:val="22"/>
        </w:rPr>
        <w:t xml:space="preserve"> de personal</w:t>
      </w:r>
    </w:p>
    <w:p w14:paraId="29034D7D" w14:textId="77777777" w:rsidR="000837F1" w:rsidRPr="000837F1" w:rsidRDefault="000837F1" w:rsidP="000837F1">
      <w:pPr>
        <w:pStyle w:val="Default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EC07764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de dirección y gestión</w:t>
      </w:r>
    </w:p>
    <w:p w14:paraId="38B1465E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14:paraId="03E5548D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14:paraId="0FE954E1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14:paraId="056A034C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14:paraId="4F0D3FFE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14:paraId="4A5CD4C1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14:paraId="665AD604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14:paraId="45D1327E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14:paraId="058AD9DA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14:paraId="3AD43E03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14:paraId="7B5BCD4E" w14:textId="77777777"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14:paraId="0BE02FD6" w14:textId="77777777" w:rsidR="000837F1" w:rsidRPr="000837F1" w:rsidRDefault="000837F1" w:rsidP="000837F1">
      <w:pPr>
        <w:pStyle w:val="Default"/>
        <w:ind w:left="1980"/>
        <w:jc w:val="both"/>
        <w:rPr>
          <w:rFonts w:ascii="Arial" w:hAnsi="Arial" w:cs="Arial"/>
          <w:b/>
          <w:bCs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14:paraId="3297DA04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0693AAEA" w14:textId="77777777" w:rsidR="000837F1" w:rsidRPr="000837F1" w:rsidRDefault="000837F1" w:rsidP="000837F1">
      <w:pPr>
        <w:pStyle w:val="Default"/>
        <w:numPr>
          <w:ilvl w:val="0"/>
          <w:numId w:val="3"/>
        </w:numPr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operativo de obra que se destinará al contrato (si procede)</w:t>
      </w:r>
    </w:p>
    <w:p w14:paraId="6A109637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Gestión de obra</w:t>
      </w:r>
    </w:p>
    <w:p w14:paraId="195FB990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14:paraId="085E8D47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14:paraId="2E5E869B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14:paraId="7B5EA96B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14:paraId="79966827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14:paraId="1A268ACB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14:paraId="53A75381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14:paraId="553B59D3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14:paraId="60F1C4F3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14:paraId="361D7B30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14:paraId="240BC345" w14:textId="77777777"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14:paraId="724EF7F1" w14:textId="77777777" w:rsidR="000837F1" w:rsidRPr="000837F1" w:rsidRDefault="000837F1" w:rsidP="000837F1">
      <w:pPr>
        <w:pStyle w:val="Default"/>
        <w:ind w:left="1644" w:firstLine="33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14:paraId="5A8ADC80" w14:textId="77777777" w:rsidR="00FB7DE9" w:rsidRDefault="00FB7DE9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1C39EF65" w14:textId="77777777" w:rsidR="00376344" w:rsidRDefault="00376344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75A1C7CF" w14:textId="77777777" w:rsidR="0023545D" w:rsidRPr="0023545D" w:rsidRDefault="0023545D" w:rsidP="00376344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 w:rsidR="00393EFC"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</w:t>
      </w:r>
      <w:r w:rsidR="00FB7DE9">
        <w:rPr>
          <w:rFonts w:eastAsia="Calibri"/>
          <w:color w:val="000000"/>
          <w:sz w:val="22"/>
          <w:szCs w:val="22"/>
        </w:rPr>
        <w:t>_</w:t>
      </w:r>
      <w:r w:rsidRPr="0023545D">
        <w:rPr>
          <w:rFonts w:eastAsia="Calibri"/>
          <w:color w:val="000000"/>
          <w:sz w:val="22"/>
          <w:szCs w:val="22"/>
        </w:rPr>
        <w:t>_</w:t>
      </w:r>
    </w:p>
    <w:p w14:paraId="5A7B5366" w14:textId="77777777" w:rsidR="0023545D" w:rsidRPr="0023545D" w:rsidRDefault="0023545D" w:rsidP="00FB7DE9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483B4BFE" w14:textId="77777777" w:rsidR="00E124CB" w:rsidRPr="00FB7DE9" w:rsidRDefault="00B915B7" w:rsidP="00FB7DE9">
      <w:pPr>
        <w:pStyle w:val="Default"/>
        <w:jc w:val="center"/>
        <w:rPr>
          <w:rFonts w:ascii="Palatino Linotype" w:hAnsi="Palatino Linotype" w:cs="Arial"/>
          <w:bCs/>
          <w:color w:val="FF0000"/>
          <w:sz w:val="20"/>
          <w:szCs w:val="22"/>
        </w:rPr>
      </w:pPr>
      <w:r w:rsidRPr="00FB7DE9">
        <w:rPr>
          <w:rFonts w:ascii="Palatino Linotype" w:hAnsi="Palatino Linotype" w:cs="Arial"/>
          <w:bCs/>
          <w:color w:val="FF0000"/>
          <w:sz w:val="20"/>
          <w:szCs w:val="22"/>
        </w:rPr>
        <w:t>(</w:t>
      </w:r>
      <w:proofErr w:type="gramStart"/>
      <w:r w:rsidRPr="00FB7DE9">
        <w:rPr>
          <w:rFonts w:ascii="Palatino Linotype" w:hAnsi="Palatino Linotype" w:cs="Arial"/>
          <w:bCs/>
          <w:color w:val="FF0000"/>
          <w:sz w:val="20"/>
          <w:szCs w:val="22"/>
        </w:rPr>
        <w:t>Persona  o</w:t>
      </w:r>
      <w:proofErr w:type="gramEnd"/>
      <w:r w:rsidRPr="00FB7DE9">
        <w:rPr>
          <w:rFonts w:ascii="Palatino Linotype" w:hAnsi="Palatino Linotype" w:cs="Arial"/>
          <w:bCs/>
          <w:color w:val="FF0000"/>
          <w:sz w:val="20"/>
          <w:szCs w:val="22"/>
        </w:rPr>
        <w:t xml:space="preserve"> personas autorizadas a firmar en nombre del Oferente)</w:t>
      </w:r>
    </w:p>
    <w:sectPr w:rsidR="00E124CB" w:rsidRPr="00FB7DE9" w:rsidSect="00376344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E2A25" w14:textId="77777777" w:rsidR="0046054E" w:rsidRDefault="0046054E" w:rsidP="001007E7">
      <w:pPr>
        <w:spacing w:after="0" w:line="240" w:lineRule="auto"/>
      </w:pPr>
      <w:r>
        <w:separator/>
      </w:r>
    </w:p>
  </w:endnote>
  <w:endnote w:type="continuationSeparator" w:id="0">
    <w:p w14:paraId="3737BAE0" w14:textId="77777777" w:rsidR="0046054E" w:rsidRDefault="0046054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33094" w14:textId="7910A2D7" w:rsidR="001007E7" w:rsidRDefault="008D38B7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06DE34A8" wp14:editId="1596D25F">
          <wp:simplePos x="0" y="0"/>
          <wp:positionH relativeFrom="column">
            <wp:posOffset>5313680</wp:posOffset>
          </wp:positionH>
          <wp:positionV relativeFrom="paragraph">
            <wp:posOffset>55880</wp:posOffset>
          </wp:positionV>
          <wp:extent cx="746125" cy="26543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A0D28"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1148F9" wp14:editId="3F5D4AF0">
              <wp:simplePos x="0" y="0"/>
              <wp:positionH relativeFrom="column">
                <wp:posOffset>4748530</wp:posOffset>
              </wp:positionH>
              <wp:positionV relativeFrom="paragraph">
                <wp:posOffset>-259715</wp:posOffset>
              </wp:positionV>
              <wp:extent cx="1467485" cy="487680"/>
              <wp:effectExtent l="0" t="0" r="3810" b="635"/>
              <wp:wrapNone/>
              <wp:docPr id="17940259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631308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EDDF9D0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54C58D95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39D5720F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1148F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373.9pt;margin-top:-20.4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" filled="f" stroked="f">
              <v:textbox inset="0,0,0,0">
                <w:txbxContent>
                  <w:p w14:paraId="37631308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EDDF9D0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54C58D95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39D5720F" w14:textId="77777777" w:rsidR="00807015" w:rsidRDefault="00807015"/>
                </w:txbxContent>
              </v:textbox>
            </v:shape>
          </w:pict>
        </mc:Fallback>
      </mc:AlternateContent>
    </w:r>
    <w:r w:rsidR="005A0D28"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2956B7" wp14:editId="2A4F465E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1921196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4B569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4E717B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E717B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2956B7" id="Text Box 1" o:spid="_x0000_s1038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" filled="f" stroked="f">
              <v:textbox inset="0,0,0,0">
                <w:txbxContent>
                  <w:p w14:paraId="3724B569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4E717B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E717B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3DFB725C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25F1008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3F6F03A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36ABB82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60A84D48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5D512" w14:textId="77777777" w:rsidR="0046054E" w:rsidRDefault="0046054E" w:rsidP="001007E7">
      <w:pPr>
        <w:spacing w:after="0" w:line="240" w:lineRule="auto"/>
      </w:pPr>
      <w:r>
        <w:separator/>
      </w:r>
    </w:p>
  </w:footnote>
  <w:footnote w:type="continuationSeparator" w:id="0">
    <w:p w14:paraId="1CFD0307" w14:textId="77777777" w:rsidR="0046054E" w:rsidRDefault="0046054E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C235E"/>
    <w:multiLevelType w:val="hybridMultilevel"/>
    <w:tmpl w:val="C82E3080"/>
    <w:lvl w:ilvl="0" w:tplc="B5423DA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26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FE3068">
      <w:start w:val="2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4369263">
    <w:abstractNumId w:val="2"/>
  </w:num>
  <w:num w:numId="2" w16cid:durableId="245499833">
    <w:abstractNumId w:val="0"/>
  </w:num>
  <w:num w:numId="3" w16cid:durableId="1704280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utMEaBfuF7mUis8UPrfGxRgqUco=" w:salt="bZETLVbHGe7If6IGeX3iB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39E"/>
    <w:rsid w:val="00013E04"/>
    <w:rsid w:val="0003216D"/>
    <w:rsid w:val="00034DD9"/>
    <w:rsid w:val="00045479"/>
    <w:rsid w:val="000837F1"/>
    <w:rsid w:val="000D6312"/>
    <w:rsid w:val="000F058C"/>
    <w:rsid w:val="001007E7"/>
    <w:rsid w:val="001020C0"/>
    <w:rsid w:val="00134D4F"/>
    <w:rsid w:val="001463BC"/>
    <w:rsid w:val="00157600"/>
    <w:rsid w:val="00157B79"/>
    <w:rsid w:val="0016279F"/>
    <w:rsid w:val="00165C6B"/>
    <w:rsid w:val="00170EC5"/>
    <w:rsid w:val="00194FF2"/>
    <w:rsid w:val="001A3F92"/>
    <w:rsid w:val="001E61DE"/>
    <w:rsid w:val="001E73F1"/>
    <w:rsid w:val="001F73A7"/>
    <w:rsid w:val="002009A7"/>
    <w:rsid w:val="0023545D"/>
    <w:rsid w:val="00253DBA"/>
    <w:rsid w:val="0026335F"/>
    <w:rsid w:val="002823F7"/>
    <w:rsid w:val="002E1412"/>
    <w:rsid w:val="002E6B9A"/>
    <w:rsid w:val="00314023"/>
    <w:rsid w:val="00356E7D"/>
    <w:rsid w:val="00376344"/>
    <w:rsid w:val="00393EFC"/>
    <w:rsid w:val="0042490F"/>
    <w:rsid w:val="004564FE"/>
    <w:rsid w:val="0046054E"/>
    <w:rsid w:val="00466B9C"/>
    <w:rsid w:val="004804DF"/>
    <w:rsid w:val="004A439E"/>
    <w:rsid w:val="004D45A8"/>
    <w:rsid w:val="004E717B"/>
    <w:rsid w:val="004F0444"/>
    <w:rsid w:val="005049F0"/>
    <w:rsid w:val="00521233"/>
    <w:rsid w:val="00535962"/>
    <w:rsid w:val="005654DB"/>
    <w:rsid w:val="00576DBF"/>
    <w:rsid w:val="005A0D28"/>
    <w:rsid w:val="00611A07"/>
    <w:rsid w:val="0062592A"/>
    <w:rsid w:val="00626D0C"/>
    <w:rsid w:val="006506D0"/>
    <w:rsid w:val="00651E48"/>
    <w:rsid w:val="006709BC"/>
    <w:rsid w:val="006D38F2"/>
    <w:rsid w:val="006F28AA"/>
    <w:rsid w:val="00721F4E"/>
    <w:rsid w:val="00725091"/>
    <w:rsid w:val="00780880"/>
    <w:rsid w:val="007B6F6F"/>
    <w:rsid w:val="007E2636"/>
    <w:rsid w:val="00806C78"/>
    <w:rsid w:val="00807015"/>
    <w:rsid w:val="008166B2"/>
    <w:rsid w:val="00850351"/>
    <w:rsid w:val="00862F3E"/>
    <w:rsid w:val="008A0C67"/>
    <w:rsid w:val="008A68B4"/>
    <w:rsid w:val="008B3AE5"/>
    <w:rsid w:val="008D38B7"/>
    <w:rsid w:val="009350DB"/>
    <w:rsid w:val="00964CB0"/>
    <w:rsid w:val="009A5AC1"/>
    <w:rsid w:val="00A16099"/>
    <w:rsid w:val="00A53CA5"/>
    <w:rsid w:val="00A640BD"/>
    <w:rsid w:val="00AD7919"/>
    <w:rsid w:val="00B227FF"/>
    <w:rsid w:val="00B62EEF"/>
    <w:rsid w:val="00B82201"/>
    <w:rsid w:val="00B915B7"/>
    <w:rsid w:val="00B97B51"/>
    <w:rsid w:val="00BA0007"/>
    <w:rsid w:val="00BA10B3"/>
    <w:rsid w:val="00BC1D0C"/>
    <w:rsid w:val="00BC3380"/>
    <w:rsid w:val="00BC54C3"/>
    <w:rsid w:val="00BC61BD"/>
    <w:rsid w:val="00BD625A"/>
    <w:rsid w:val="00C013EE"/>
    <w:rsid w:val="00C078CB"/>
    <w:rsid w:val="00C22DBE"/>
    <w:rsid w:val="00C61065"/>
    <w:rsid w:val="00C66D08"/>
    <w:rsid w:val="00C705D7"/>
    <w:rsid w:val="00CA0E82"/>
    <w:rsid w:val="00CA4661"/>
    <w:rsid w:val="00CE67A3"/>
    <w:rsid w:val="00D24FA7"/>
    <w:rsid w:val="00D64696"/>
    <w:rsid w:val="00D71EA8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B250F"/>
    <w:rsid w:val="00FB7DE9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;"/>
  <w14:docId w14:val="7C2AAD52"/>
  <w15:docId w15:val="{426B6060-8521-4862-B870-F725C91D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3545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545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3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6%20-%20Personal%20de%20Plantilla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72688-52A3-438A-97C8-EA00EF98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SNAP.F.0016 - Personal de Plantilla del Oferente</Template>
  <TotalTime>4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4</cp:revision>
  <cp:lastPrinted>2011-03-04T18:42:00Z</cp:lastPrinted>
  <dcterms:created xsi:type="dcterms:W3CDTF">2025-07-14T14:42:00Z</dcterms:created>
  <dcterms:modified xsi:type="dcterms:W3CDTF">2025-09-10T11:56:00Z</dcterms:modified>
</cp:coreProperties>
</file>