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3CC69" w14:textId="77777777" w:rsidR="00535962" w:rsidRPr="00F7167E" w:rsidRDefault="00E50BF6">
      <w:bookmarkStart w:id="0" w:name="_GoBack"/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7F8DE01B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357CC1">
                                      <w:rPr>
                                        <w:rStyle w:val="Style2"/>
                                      </w:rPr>
                                      <w:t>CCC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 w:rsidR="00357CC1">
                                      <w:rPr>
                                        <w:rStyle w:val="Style2"/>
                                      </w:rPr>
                                      <w:t>PEPB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4E2A12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E2A12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DF0F78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7F8DE01B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357CC1">
                                <w:rPr>
                                  <w:rStyle w:val="Style2"/>
                                </w:rPr>
                                <w:t>CCC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 w:rsidR="00357CC1">
                                <w:rPr>
                                  <w:rStyle w:val="Style2"/>
                                </w:rPr>
                                <w:t>PEPB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4E2A12">
                                <w:rPr>
                                  <w:rStyle w:val="Style2"/>
                                </w:rPr>
                                <w:t>4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4E2A12">
                                <w:rPr>
                                  <w:rStyle w:val="Style2"/>
                                </w:rPr>
                                <w:t>0</w:t>
                              </w:r>
                              <w:r w:rsidR="00DF0F78">
                                <w:rPr>
                                  <w:rStyle w:val="Style2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DF0F7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7073B72E" wp14:editId="22476217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ECDC9F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BC92952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7073B72E" wp14:editId="22476217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DF0F7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DF0F7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2F23D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852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2F23D9"/>
    <w:rsid w:val="00314023"/>
    <w:rsid w:val="0031441A"/>
    <w:rsid w:val="00326566"/>
    <w:rsid w:val="00337AF7"/>
    <w:rsid w:val="0035024C"/>
    <w:rsid w:val="00351DE8"/>
    <w:rsid w:val="00357CC1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A16099"/>
    <w:rsid w:val="00A24343"/>
    <w:rsid w:val="00A268A0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51B21"/>
    <w:rsid w:val="00C66D08"/>
    <w:rsid w:val="00C92848"/>
    <w:rsid w:val="00CA4661"/>
    <w:rsid w:val="00CE67A3"/>
    <w:rsid w:val="00D015CB"/>
    <w:rsid w:val="00D24FA7"/>
    <w:rsid w:val="00D64696"/>
    <w:rsid w:val="00D90D49"/>
    <w:rsid w:val="00DC3CA6"/>
    <w:rsid w:val="00DC5D96"/>
    <w:rsid w:val="00DD4F3E"/>
    <w:rsid w:val="00DE08DA"/>
    <w:rsid w:val="00DF0F78"/>
    <w:rsid w:val="00E13E55"/>
    <w:rsid w:val="00E3360B"/>
    <w:rsid w:val="00E50BF6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47F8-9AB0-40E3-B5B9-861E3C76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4</cp:revision>
  <cp:lastPrinted>2011-03-04T18:27:00Z</cp:lastPrinted>
  <dcterms:created xsi:type="dcterms:W3CDTF">2024-10-18T13:39:00Z</dcterms:created>
  <dcterms:modified xsi:type="dcterms:W3CDTF">2024-10-18T14:27:00Z</dcterms:modified>
</cp:coreProperties>
</file>