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A80AC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63AC3F7" wp14:editId="177C8FEF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30FACBC" w14:textId="10E67813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141A3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795826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  <w:r w:rsidR="005B33ED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A05BF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AC3F7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30FACBC" w14:textId="10E67813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141A3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795826">
                                <w:rPr>
                                  <w:rStyle w:val="Style2"/>
                                </w:rPr>
                                <w:t>1</w:t>
                              </w:r>
                              <w:r w:rsidR="005B33ED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BA05BF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AA75F4" wp14:editId="467BD8F9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382B4" w14:textId="77777777" w:rsidR="002E1412" w:rsidRPr="002E1412" w:rsidRDefault="005B33E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A75F4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7B1382B4" w14:textId="77777777" w:rsidR="002E1412" w:rsidRPr="002E1412" w:rsidRDefault="005B33ED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83F9F4D" wp14:editId="5BCF1474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508AEC" wp14:editId="56EE3EF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69834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08AEC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6F969834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F2BBFD" wp14:editId="5722911B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9A033C7" w14:textId="7AE1FFC3" w:rsidR="00BC61BD" w:rsidRPr="00BC61BD" w:rsidRDefault="00B02409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02409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1DC87C" wp14:editId="01C94F17">
                                      <wp:extent cx="872035" cy="749242"/>
                                      <wp:effectExtent l="0" t="0" r="4445" b="0"/>
                                      <wp:docPr id="18" name="Imagen 18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035" cy="7492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2BBFD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9A033C7" w14:textId="7AE1FFC3" w:rsidR="00BC61BD" w:rsidRPr="00BC61BD" w:rsidRDefault="00B02409">
                          <w:pPr>
                            <w:rPr>
                              <w:lang w:val="en-US"/>
                            </w:rPr>
                          </w:pPr>
                          <w:r w:rsidRPr="00B02409">
                            <w:rPr>
                              <w:noProof/>
                            </w:rPr>
                            <w:drawing>
                              <wp:inline distT="0" distB="0" distL="0" distR="0" wp14:anchorId="4B1DC87C" wp14:editId="01C94F17">
                                <wp:extent cx="872035" cy="749242"/>
                                <wp:effectExtent l="0" t="0" r="4445" b="0"/>
                                <wp:docPr id="18" name="Imagen 18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035" cy="7492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0A670175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259B7D" wp14:editId="11CAECB8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99221" w14:textId="77777777" w:rsidR="00F7443C" w:rsidRPr="004767CC" w:rsidRDefault="005B33E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9B7D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5DA99221" w14:textId="77777777" w:rsidR="00F7443C" w:rsidRPr="004767CC" w:rsidRDefault="005B33ED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E80E4F" wp14:editId="5179C0C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1975B" w14:textId="77777777" w:rsidR="0026335F" w:rsidRPr="0026335F" w:rsidRDefault="005B33E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0E4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4081975B" w14:textId="77777777" w:rsidR="0026335F" w:rsidRPr="0026335F" w:rsidRDefault="005B33ED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AF971C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E517C3" wp14:editId="5DCD77A5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45B6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517C3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5E345B6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184C617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6744CA1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509A1A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D8C7B6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168286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53E260D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EAAE4A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D121FB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B56F1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0292D57B" w14:textId="77777777" w:rsidTr="00A24343">
        <w:trPr>
          <w:trHeight w:val="457"/>
          <w:jc w:val="center"/>
        </w:trPr>
        <w:tc>
          <w:tcPr>
            <w:tcW w:w="849" w:type="dxa"/>
          </w:tcPr>
          <w:p w14:paraId="5DB01F8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8B60FE0" w14:textId="77777777" w:rsidR="0037246F" w:rsidRDefault="0037246F" w:rsidP="00BB657B">
            <w:pPr>
              <w:spacing w:after="0" w:line="240" w:lineRule="auto"/>
            </w:pPr>
          </w:p>
          <w:p w14:paraId="0B8BF28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3B2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447B96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EA171A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290D79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9ABE59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87EB6D0" w14:textId="77777777" w:rsidTr="00A24343">
        <w:trPr>
          <w:trHeight w:val="477"/>
          <w:jc w:val="center"/>
        </w:trPr>
        <w:tc>
          <w:tcPr>
            <w:tcW w:w="849" w:type="dxa"/>
          </w:tcPr>
          <w:p w14:paraId="56146F1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8F6303A" w14:textId="77777777" w:rsidR="0037246F" w:rsidRDefault="0037246F" w:rsidP="00BB657B">
            <w:pPr>
              <w:spacing w:after="0" w:line="240" w:lineRule="auto"/>
            </w:pPr>
          </w:p>
          <w:p w14:paraId="47A5095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16555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78867B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56FFA14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7DB44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1D1CBA8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976F09F" w14:textId="77777777" w:rsidTr="00A24343">
        <w:trPr>
          <w:trHeight w:val="477"/>
          <w:jc w:val="center"/>
        </w:trPr>
        <w:tc>
          <w:tcPr>
            <w:tcW w:w="849" w:type="dxa"/>
          </w:tcPr>
          <w:p w14:paraId="003807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08B67F2" w14:textId="77777777" w:rsidR="0037246F" w:rsidRDefault="0037246F" w:rsidP="00BB657B">
            <w:pPr>
              <w:spacing w:after="0" w:line="240" w:lineRule="auto"/>
            </w:pPr>
          </w:p>
          <w:p w14:paraId="7F1F583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8787F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A77C91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06AB11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819174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59FAB2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CFBA170" w14:textId="77777777" w:rsidTr="00A24343">
        <w:trPr>
          <w:trHeight w:val="477"/>
          <w:jc w:val="center"/>
        </w:trPr>
        <w:tc>
          <w:tcPr>
            <w:tcW w:w="849" w:type="dxa"/>
          </w:tcPr>
          <w:p w14:paraId="52F9CA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3ECDEC1" w14:textId="77777777" w:rsidR="0037246F" w:rsidRDefault="0037246F" w:rsidP="00BB657B">
            <w:pPr>
              <w:spacing w:after="0" w:line="240" w:lineRule="auto"/>
            </w:pPr>
          </w:p>
          <w:p w14:paraId="412A72E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48795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076EB4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5D2D1A3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653DA3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9E7643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461ADDE" w14:textId="77777777" w:rsidTr="00A24343">
        <w:trPr>
          <w:trHeight w:val="477"/>
          <w:jc w:val="center"/>
        </w:trPr>
        <w:tc>
          <w:tcPr>
            <w:tcW w:w="849" w:type="dxa"/>
          </w:tcPr>
          <w:p w14:paraId="1C6D26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267C3D2" w14:textId="77777777" w:rsidR="0037246F" w:rsidRDefault="0037246F" w:rsidP="00BB657B">
            <w:pPr>
              <w:spacing w:after="0" w:line="240" w:lineRule="auto"/>
            </w:pPr>
          </w:p>
          <w:p w14:paraId="01D006D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4A223E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B47C2D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0B6B6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23530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6346DB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4F6AF50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257F3E4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43344E4A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48AC4C44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6B04509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43555438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B8CBC0A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2116A15A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7C38CBBD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9ED0DE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73CCAF" wp14:editId="2B8023F3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9F0E1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CCAF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6A9F0E1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B57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4CB76DD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D36B2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964D22" wp14:editId="3F19D34A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A0645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78BF6A11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625508AF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964D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FAA0645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78BF6A11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625508AF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6078295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CB91BA" wp14:editId="08A2703B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4E43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CB91BA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38B4E43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7CD81220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AB82AE0" wp14:editId="6651A9FD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83C560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FFAF7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687B09A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5F34E36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20C5EC2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A7FF7"/>
    <w:rsid w:val="001007E7"/>
    <w:rsid w:val="001020C0"/>
    <w:rsid w:val="00123B8D"/>
    <w:rsid w:val="00130425"/>
    <w:rsid w:val="00141A3E"/>
    <w:rsid w:val="0014583E"/>
    <w:rsid w:val="00157600"/>
    <w:rsid w:val="00170EC5"/>
    <w:rsid w:val="001879BD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3ED"/>
    <w:rsid w:val="005B3870"/>
    <w:rsid w:val="005B442B"/>
    <w:rsid w:val="005B5835"/>
    <w:rsid w:val="005D0D63"/>
    <w:rsid w:val="005F0D5D"/>
    <w:rsid w:val="00611A07"/>
    <w:rsid w:val="0062592A"/>
    <w:rsid w:val="006506D0"/>
    <w:rsid w:val="00651E48"/>
    <w:rsid w:val="006709BC"/>
    <w:rsid w:val="00780880"/>
    <w:rsid w:val="00795826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D7ED6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02409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C18D3"/>
    <w:rsid w:val="00CE67A3"/>
    <w:rsid w:val="00D24FA7"/>
    <w:rsid w:val="00D64696"/>
    <w:rsid w:val="00D90D49"/>
    <w:rsid w:val="00D94CF9"/>
    <w:rsid w:val="00DC5D96"/>
    <w:rsid w:val="00DD4F3E"/>
    <w:rsid w:val="00DF4502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6B0B174A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64B-AD7A-44C1-BBBF-7728842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2025-04-24T14:10:00Z</dcterms:created>
  <dcterms:modified xsi:type="dcterms:W3CDTF">2025-04-24T14:10:00Z</dcterms:modified>
</cp:coreProperties>
</file>