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9F5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9B287B0" wp14:editId="710C248E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E51C347" w14:textId="28FC1EA8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28068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B70293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28068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65400">
                                      <w:rPr>
                                        <w:rStyle w:val="Style2"/>
                                      </w:rPr>
                                      <w:t>25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6CB9AE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287B0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E51C347" w14:textId="28FC1EA8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28068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B70293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28068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65400">
                                <w:rPr>
                                  <w:rStyle w:val="Style2"/>
                                </w:rPr>
                                <w:t>25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6A6CB9AE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E34F92" wp14:editId="20709B23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77368" w14:textId="77777777" w:rsidR="002E1412" w:rsidRPr="002E1412" w:rsidRDefault="0046540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AFC5460" wp14:editId="5D3DA55D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FDCD5C" wp14:editId="43BBFD77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1AF17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F79D2B" wp14:editId="3F55336B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4333E16" w14:textId="230720C8" w:rsidR="00BC61BD" w:rsidRPr="00BC61BD" w:rsidRDefault="00280689">
                                <w:pPr>
                                  <w:rPr>
                                    <w:lang w:val="en-US"/>
                                  </w:rPr>
                                </w:pPr>
                                <w:r w:rsidRPr="00280689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3816D66" wp14:editId="323DD66F">
                                      <wp:extent cx="824333" cy="815920"/>
                                      <wp:effectExtent l="0" t="0" r="0" b="3810"/>
                                      <wp:docPr id="1584393809" name="Imagen 1584393809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584393809" name="Imagen 1584393809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9D2B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4333E16" w14:textId="230720C8" w:rsidR="00BC61BD" w:rsidRPr="00BC61BD" w:rsidRDefault="00280689">
                          <w:pPr>
                            <w:rPr>
                              <w:lang w:val="en-US"/>
                            </w:rPr>
                          </w:pPr>
                          <w:r w:rsidRPr="00280689">
                            <w:drawing>
                              <wp:inline distT="0" distB="0" distL="0" distR="0" wp14:anchorId="63816D66" wp14:editId="323DD66F">
                                <wp:extent cx="824333" cy="815920"/>
                                <wp:effectExtent l="0" t="0" r="0" b="3810"/>
                                <wp:docPr id="1584393809" name="Imagen 1584393809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584393809" name="Imagen 1584393809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0D32425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A25D92" wp14:editId="69EC91BD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565F0" w14:textId="77777777" w:rsidR="00F7443C" w:rsidRPr="004767CC" w:rsidRDefault="0046540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39FE87C" wp14:editId="18A6BB4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5C9170" w14:textId="77777777" w:rsidR="0026335F" w:rsidRPr="0026335F" w:rsidRDefault="0046540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F1E75FC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6C8C81" wp14:editId="125723A8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D2633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78F3FF48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5EA11684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64E9BB3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75C0111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645C463E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42FF9CDA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6331395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72099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BE69BCE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22F9B0C0" w14:textId="77777777" w:rsidTr="00A24343">
        <w:trPr>
          <w:trHeight w:val="457"/>
          <w:jc w:val="center"/>
        </w:trPr>
        <w:tc>
          <w:tcPr>
            <w:tcW w:w="849" w:type="dxa"/>
          </w:tcPr>
          <w:p w14:paraId="4395580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35DF91A" w14:textId="77777777" w:rsidR="0037246F" w:rsidRDefault="0037246F" w:rsidP="00BB657B">
            <w:pPr>
              <w:spacing w:after="0" w:line="240" w:lineRule="auto"/>
            </w:pPr>
          </w:p>
          <w:p w14:paraId="572A330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8F3C8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B77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EF2F5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9C4100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1A7872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C61F508" w14:textId="77777777" w:rsidTr="00A24343">
        <w:trPr>
          <w:trHeight w:val="477"/>
          <w:jc w:val="center"/>
        </w:trPr>
        <w:tc>
          <w:tcPr>
            <w:tcW w:w="849" w:type="dxa"/>
          </w:tcPr>
          <w:p w14:paraId="5FFE82B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1E8FBC6" w14:textId="77777777" w:rsidR="0037246F" w:rsidRDefault="0037246F" w:rsidP="00BB657B">
            <w:pPr>
              <w:spacing w:after="0" w:line="240" w:lineRule="auto"/>
            </w:pPr>
          </w:p>
          <w:p w14:paraId="220FA03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C831EA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D3C96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866D3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DBA36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195F18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9D31077" w14:textId="77777777" w:rsidTr="00A24343">
        <w:trPr>
          <w:trHeight w:val="477"/>
          <w:jc w:val="center"/>
        </w:trPr>
        <w:tc>
          <w:tcPr>
            <w:tcW w:w="849" w:type="dxa"/>
          </w:tcPr>
          <w:p w14:paraId="050221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3DCD07FE" w14:textId="77777777" w:rsidR="0037246F" w:rsidRDefault="0037246F" w:rsidP="00BB657B">
            <w:pPr>
              <w:spacing w:after="0" w:line="240" w:lineRule="auto"/>
            </w:pPr>
          </w:p>
          <w:p w14:paraId="7DB86DD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75AD7C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13CA5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945A95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07F657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264A32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433F4B7" w14:textId="77777777" w:rsidTr="00A24343">
        <w:trPr>
          <w:trHeight w:val="477"/>
          <w:jc w:val="center"/>
        </w:trPr>
        <w:tc>
          <w:tcPr>
            <w:tcW w:w="849" w:type="dxa"/>
          </w:tcPr>
          <w:p w14:paraId="212B79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D3916E" w14:textId="77777777" w:rsidR="0037246F" w:rsidRDefault="0037246F" w:rsidP="00BB657B">
            <w:pPr>
              <w:spacing w:after="0" w:line="240" w:lineRule="auto"/>
            </w:pPr>
          </w:p>
          <w:p w14:paraId="1E7EEEA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9606F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494D43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C9F2B1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143C4C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E1CAF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417CCD5" w14:textId="77777777" w:rsidTr="00A24343">
        <w:trPr>
          <w:trHeight w:val="477"/>
          <w:jc w:val="center"/>
        </w:trPr>
        <w:tc>
          <w:tcPr>
            <w:tcW w:w="849" w:type="dxa"/>
          </w:tcPr>
          <w:p w14:paraId="683FF6E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8F007BB" w14:textId="77777777" w:rsidR="0037246F" w:rsidRDefault="0037246F" w:rsidP="00BB657B">
            <w:pPr>
              <w:spacing w:after="0" w:line="240" w:lineRule="auto"/>
            </w:pPr>
          </w:p>
          <w:p w14:paraId="2B658EE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22781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099CF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57BA6D1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5F7F4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46AE67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AC429A3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2019AEF1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145929CC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3BA52D35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627E34D2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1EBD37A1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5C0BDF12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E79AF99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D52564D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AC59A0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3FFA1FF" wp14:editId="70F695CA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282B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F018C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048B6212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4E043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F8AD2A" wp14:editId="0917EE24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47884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45D0027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57FC91D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149C42FC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17924C" wp14:editId="015468CC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B6BEED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9C26C74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E44FEE7" wp14:editId="57F39E83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2C76CB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A9D9A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36CDB126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3814EE94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161183FA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57120"/>
    <w:rsid w:val="000E647B"/>
    <w:rsid w:val="001007E7"/>
    <w:rsid w:val="001020C0"/>
    <w:rsid w:val="00123B8D"/>
    <w:rsid w:val="0014583E"/>
    <w:rsid w:val="00157600"/>
    <w:rsid w:val="00170EC5"/>
    <w:rsid w:val="00194FF2"/>
    <w:rsid w:val="001F73A7"/>
    <w:rsid w:val="00200073"/>
    <w:rsid w:val="0023232C"/>
    <w:rsid w:val="00253DBA"/>
    <w:rsid w:val="0026335F"/>
    <w:rsid w:val="00280689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76C3B"/>
    <w:rsid w:val="003A4539"/>
    <w:rsid w:val="003B29C3"/>
    <w:rsid w:val="003B38E0"/>
    <w:rsid w:val="003C4B73"/>
    <w:rsid w:val="00403697"/>
    <w:rsid w:val="0042490F"/>
    <w:rsid w:val="00465400"/>
    <w:rsid w:val="00466B9C"/>
    <w:rsid w:val="004767CC"/>
    <w:rsid w:val="0048508F"/>
    <w:rsid w:val="00493E73"/>
    <w:rsid w:val="0049643D"/>
    <w:rsid w:val="004C4743"/>
    <w:rsid w:val="004E4F9F"/>
    <w:rsid w:val="00525FEE"/>
    <w:rsid w:val="00535962"/>
    <w:rsid w:val="005B442B"/>
    <w:rsid w:val="005D0D63"/>
    <w:rsid w:val="005F0D5D"/>
    <w:rsid w:val="00606352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41F19"/>
    <w:rsid w:val="00854B4F"/>
    <w:rsid w:val="008B3AE5"/>
    <w:rsid w:val="009002B4"/>
    <w:rsid w:val="009554D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B4D4A"/>
    <w:rsid w:val="00AC7631"/>
    <w:rsid w:val="00AD7919"/>
    <w:rsid w:val="00AF0D2F"/>
    <w:rsid w:val="00B3101F"/>
    <w:rsid w:val="00B420BA"/>
    <w:rsid w:val="00B61D08"/>
    <w:rsid w:val="00B62EEF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66D08"/>
    <w:rsid w:val="00C710CA"/>
    <w:rsid w:val="00C82241"/>
    <w:rsid w:val="00C92848"/>
    <w:rsid w:val="00CA4661"/>
    <w:rsid w:val="00CE67A3"/>
    <w:rsid w:val="00D24FA7"/>
    <w:rsid w:val="00D64696"/>
    <w:rsid w:val="00D82365"/>
    <w:rsid w:val="00D90D49"/>
    <w:rsid w:val="00DC5D96"/>
    <w:rsid w:val="00DD4F3E"/>
    <w:rsid w:val="00E13E55"/>
    <w:rsid w:val="00E3360B"/>
    <w:rsid w:val="00E50BF6"/>
    <w:rsid w:val="00E57A14"/>
    <w:rsid w:val="00E77D7B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4:docId w14:val="5B2A0ECE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16C4E-5E45-428A-8911-992D562B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2011-03-04T18:27:00Z</cp:lastPrinted>
  <dcterms:created xsi:type="dcterms:W3CDTF">2025-05-26T13:14:00Z</dcterms:created>
  <dcterms:modified xsi:type="dcterms:W3CDTF">2025-05-26T13:27:00Z</dcterms:modified>
</cp:coreProperties>
</file>