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3CC69" w14:textId="77777777" w:rsidR="00535962" w:rsidRPr="00F7167E" w:rsidRDefault="00E50BF6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5D087689" wp14:editId="28B83C17">
                <wp:simplePos x="0" y="0"/>
                <wp:positionH relativeFrom="column">
                  <wp:posOffset>6962775</wp:posOffset>
                </wp:positionH>
                <wp:positionV relativeFrom="paragraph">
                  <wp:posOffset>-581025</wp:posOffset>
                </wp:positionV>
                <wp:extent cx="2188845" cy="790575"/>
                <wp:effectExtent l="0" t="0" r="20955" b="28575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8845" cy="790575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77DDD48A" w14:textId="25205844" w:rsidR="00957FDA" w:rsidRPr="00535962" w:rsidRDefault="005F0D5D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</w:t>
                                    </w:r>
                                    <w:r w:rsidR="00291EFB">
                                      <w:rPr>
                                        <w:rStyle w:val="Style2"/>
                                      </w:rPr>
                                      <w:t>DAF</w:t>
                                    </w:r>
                                    <w:r w:rsidR="00FD204C">
                                      <w:rPr>
                                        <w:rStyle w:val="Style2"/>
                                      </w:rPr>
                                      <w:t>-C</w:t>
                                    </w:r>
                                    <w:r w:rsidR="00D533AD">
                                      <w:rPr>
                                        <w:rStyle w:val="Style2"/>
                                      </w:rPr>
                                      <w:t>D</w:t>
                                    </w:r>
                                    <w:r w:rsidR="00FD204C">
                                      <w:rPr>
                                        <w:rStyle w:val="Style2"/>
                                      </w:rPr>
                                      <w:t>-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202</w:t>
                                    </w:r>
                                    <w:r w:rsidR="00D533AD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87548A">
                                      <w:rPr>
                                        <w:rStyle w:val="Style2"/>
                                      </w:rPr>
                                      <w:t>29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2277E08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087689" id="Group 21" o:spid="_x0000_s1026" style="position:absolute;margin-left:548.25pt;margin-top:-45.75pt;width:172.35pt;height:62.2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77DDD48A" w14:textId="25205844" w:rsidR="00957FDA" w:rsidRPr="00535962" w:rsidRDefault="005F0D5D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</w:t>
                              </w:r>
                              <w:r w:rsidR="00291EFB">
                                <w:rPr>
                                  <w:rStyle w:val="Style2"/>
                                </w:rPr>
                                <w:t>DAF</w:t>
                              </w:r>
                              <w:r w:rsidR="00FD204C">
                                <w:rPr>
                                  <w:rStyle w:val="Style2"/>
                                </w:rPr>
                                <w:t>-C</w:t>
                              </w:r>
                              <w:r w:rsidR="00D533AD">
                                <w:rPr>
                                  <w:rStyle w:val="Style2"/>
                                </w:rPr>
                                <w:t>D</w:t>
                              </w:r>
                              <w:r w:rsidR="00FD204C">
                                <w:rPr>
                                  <w:rStyle w:val="Style2"/>
                                </w:rPr>
                                <w:t>-</w:t>
                              </w:r>
                              <w:r>
                                <w:rPr>
                                  <w:rStyle w:val="Style2"/>
                                </w:rPr>
                                <w:t>202</w:t>
                              </w:r>
                              <w:r w:rsidR="00D533AD">
                                <w:rPr>
                                  <w:rStyle w:val="Style2"/>
                                </w:rPr>
                                <w:t>5</w:t>
                              </w:r>
                              <w:r>
                                <w:rPr>
                                  <w:rStyle w:val="Style2"/>
                                </w:rPr>
                                <w:t>-00</w:t>
                              </w:r>
                              <w:r w:rsidR="0087548A">
                                <w:rPr>
                                  <w:rStyle w:val="Style2"/>
                                </w:rPr>
                                <w:t>29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02277E08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D1DC7"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EE5FB6C" wp14:editId="17EB3980">
                <wp:simplePos x="0" y="0"/>
                <wp:positionH relativeFrom="column">
                  <wp:posOffset>3190240</wp:posOffset>
                </wp:positionH>
                <wp:positionV relativeFrom="paragraph">
                  <wp:posOffset>153670</wp:posOffset>
                </wp:positionV>
                <wp:extent cx="2530475" cy="29845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047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0C2082" w14:textId="77777777" w:rsidR="002E1412" w:rsidRPr="002E1412" w:rsidRDefault="0087548A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D1DC7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5FB6C" id="Text Box 16" o:spid="_x0000_s1031" type="#_x0000_t202" style="position:absolute;margin-left:251.2pt;margin-top:12.1pt;width:199.25pt;height:2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" stroked="f">
                <v:textbox>
                  <w:txbxContent>
                    <w:p w14:paraId="5A0C2082" w14:textId="77777777" w:rsidR="002E1412" w:rsidRPr="002E1412" w:rsidRDefault="00450831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D1DC7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3609A01E" wp14:editId="2A5076B7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1DC7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BE71FD2" wp14:editId="1CBCB739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23CCBE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71FD2"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J6Orm3gAAAACwEAAA8AAAAAAAAAAAAAAAAANAQAAGRycy9kb3ducmV2LnhtbFBLBQYAAAAA&#10;BAAEAPMAAABBBQAAAAA=&#10;" filled="f" stroked="f">
                <v:textbox inset="0,0,0,0">
                  <w:txbxContent>
                    <w:p w14:paraId="4B23CCBE" w14:textId="77777777"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BD1DC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CDC9F8" wp14:editId="07C9F4C8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3BC92952" w14:textId="79A227FD" w:rsidR="00BC61BD" w:rsidRPr="00BC61BD" w:rsidRDefault="00F32521">
                                <w:pPr>
                                  <w:rPr>
                                    <w:lang w:val="en-US"/>
                                  </w:rPr>
                                </w:pPr>
                                <w:r w:rsidRPr="00F32521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CE51AA8" wp14:editId="6C94FF23">
                                      <wp:extent cx="872490" cy="863073"/>
                                      <wp:effectExtent l="0" t="0" r="3810" b="0"/>
                                      <wp:docPr id="1398920406" name="Imagen 1398920406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398920406" name="Imagen 1398920406" descr="Logotipo, nombre de la empresa&#10;&#10;El contenido generado por IA puede ser incorrecto.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>
                                              <a:blip r:embed="rId8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72490" cy="86307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DC9F8"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" filled="f" stroked="f">
                <v:textbox>
                  <w:txbxContent>
                    <w:sdt>
                      <w:sdt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3BC92952" w14:textId="79A227FD" w:rsidR="00BC61BD" w:rsidRPr="00BC61BD" w:rsidRDefault="00F32521">
                          <w:pPr>
                            <w:rPr>
                              <w:lang w:val="en-US"/>
                            </w:rPr>
                          </w:pPr>
                          <w:r w:rsidRPr="00F32521">
                            <w:rPr>
                              <w:noProof/>
                            </w:rPr>
                            <w:drawing>
                              <wp:inline distT="0" distB="0" distL="0" distR="0" wp14:anchorId="5CE51AA8" wp14:editId="6C94FF23">
                                <wp:extent cx="872490" cy="863073"/>
                                <wp:effectExtent l="0" t="0" r="3810" b="0"/>
                                <wp:docPr id="1398920406" name="Imagen 1398920406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398920406" name="Imagen 1398920406" descr="Logotipo, nombre de la empresa&#10;&#10;El contenido generado por IA puede ser incorrecto.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9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72490" cy="86307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1365CCE3" w14:textId="77777777" w:rsidR="00535962" w:rsidRPr="00535962" w:rsidRDefault="00BD1DC7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9C04D48" wp14:editId="1161BEF1">
                <wp:simplePos x="0" y="0"/>
                <wp:positionH relativeFrom="column">
                  <wp:posOffset>3437906</wp:posOffset>
                </wp:positionH>
                <wp:positionV relativeFrom="paragraph">
                  <wp:posOffset>119693</wp:posOffset>
                </wp:positionV>
                <wp:extent cx="2000993" cy="326572"/>
                <wp:effectExtent l="0" t="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993" cy="32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6CE8A5" w14:textId="77777777" w:rsidR="00F7443C" w:rsidRPr="004767CC" w:rsidRDefault="0087548A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C04D48" id="Text Box 18" o:spid="_x0000_s1034" type="#_x0000_t202" style="position:absolute;margin-left:270.7pt;margin-top:9.4pt;width:157.55pt;height:25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" stroked="f">
                <v:textbox>
                  <w:txbxContent>
                    <w:p w14:paraId="386CE8A5" w14:textId="77777777" w:rsidR="00F7443C" w:rsidRPr="004767CC" w:rsidRDefault="00450831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DE6D9B9" wp14:editId="4C3B748F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8A1809" w14:textId="77777777" w:rsidR="0026335F" w:rsidRPr="0026335F" w:rsidRDefault="0087548A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6D9B9"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" filled="f" stroked="f">
                <v:textbox>
                  <w:txbxContent>
                    <w:p w14:paraId="588A1809" w14:textId="77777777" w:rsidR="0026335F" w:rsidRPr="0026335F" w:rsidRDefault="00450831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4371D3CA" w14:textId="77777777" w:rsidR="0037246F" w:rsidRDefault="00BD1DC7" w:rsidP="00E50BF6">
      <w:pPr>
        <w:rPr>
          <w:sz w:val="22"/>
          <w:szCs w:val="22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FF37096" wp14:editId="5932EDC7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71E888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 w:rsidRP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37096"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" filled="f" stroked="f">
                <v:textbox>
                  <w:txbxContent>
                    <w:p w14:paraId="6A71E888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B3101F" w:rsidRP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B4164"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="007B4164"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14:paraId="6C579D5D" w14:textId="77777777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14:paraId="00D6D67C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584" w:type="dxa"/>
            <w:vAlign w:val="center"/>
          </w:tcPr>
          <w:p w14:paraId="4CEF0E5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14:paraId="0A0506E8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7DE6AA2D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151B6D85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584553D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76AD6438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74EABCBD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14:paraId="5ACE77F4" w14:textId="77777777" w:rsidTr="00A24343">
        <w:trPr>
          <w:trHeight w:val="457"/>
          <w:jc w:val="center"/>
        </w:trPr>
        <w:tc>
          <w:tcPr>
            <w:tcW w:w="849" w:type="dxa"/>
          </w:tcPr>
          <w:p w14:paraId="783CD89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14F0B86" w14:textId="77777777" w:rsidR="0037246F" w:rsidRDefault="0037246F" w:rsidP="00BB657B">
            <w:pPr>
              <w:spacing w:after="0" w:line="240" w:lineRule="auto"/>
            </w:pPr>
          </w:p>
          <w:p w14:paraId="607A03B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3ECB2B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A90AAE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AFA833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0788C08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244DE171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068E84A8" w14:textId="77777777" w:rsidTr="00A24343">
        <w:trPr>
          <w:trHeight w:val="477"/>
          <w:jc w:val="center"/>
        </w:trPr>
        <w:tc>
          <w:tcPr>
            <w:tcW w:w="849" w:type="dxa"/>
          </w:tcPr>
          <w:p w14:paraId="3DDCA58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4C8113A" w14:textId="77777777" w:rsidR="0037246F" w:rsidRDefault="0037246F" w:rsidP="00BB657B">
            <w:pPr>
              <w:spacing w:after="0" w:line="240" w:lineRule="auto"/>
            </w:pPr>
          </w:p>
          <w:p w14:paraId="1A49B35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871DF3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38CBC7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2927BEC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74CEE16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3FAA626B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67F511E" w14:textId="77777777" w:rsidTr="00A24343">
        <w:trPr>
          <w:trHeight w:val="477"/>
          <w:jc w:val="center"/>
        </w:trPr>
        <w:tc>
          <w:tcPr>
            <w:tcW w:w="849" w:type="dxa"/>
          </w:tcPr>
          <w:p w14:paraId="2483D61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70B8AE2E" w14:textId="77777777" w:rsidR="0037246F" w:rsidRDefault="0037246F" w:rsidP="00BB657B">
            <w:pPr>
              <w:spacing w:after="0" w:line="240" w:lineRule="auto"/>
            </w:pPr>
          </w:p>
          <w:p w14:paraId="77FF10A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F2E868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6EC856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3AC65A0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6679367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32BE865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7AAB4EE2" w14:textId="77777777" w:rsidTr="00A24343">
        <w:trPr>
          <w:trHeight w:val="477"/>
          <w:jc w:val="center"/>
        </w:trPr>
        <w:tc>
          <w:tcPr>
            <w:tcW w:w="849" w:type="dxa"/>
          </w:tcPr>
          <w:p w14:paraId="6D57D15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D074149" w14:textId="77777777" w:rsidR="0037246F" w:rsidRDefault="0037246F" w:rsidP="00BB657B">
            <w:pPr>
              <w:spacing w:after="0" w:line="240" w:lineRule="auto"/>
            </w:pPr>
          </w:p>
          <w:p w14:paraId="7A60746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15E2F9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554991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981A3A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0D71172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46926EA3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2F3A1379" w14:textId="77777777" w:rsidTr="00A24343">
        <w:trPr>
          <w:trHeight w:val="477"/>
          <w:jc w:val="center"/>
        </w:trPr>
        <w:tc>
          <w:tcPr>
            <w:tcW w:w="849" w:type="dxa"/>
          </w:tcPr>
          <w:p w14:paraId="18FE34F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6B4344D7" w14:textId="77777777" w:rsidR="0037246F" w:rsidRDefault="0037246F" w:rsidP="00BB657B">
            <w:pPr>
              <w:spacing w:after="0" w:line="240" w:lineRule="auto"/>
            </w:pPr>
          </w:p>
          <w:p w14:paraId="0EB4ED2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DFA031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B55B67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7244D72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5FEE5A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2EBD4CDA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FFBA041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6209DF59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2FCA43BB" w14:textId="77777777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proofErr w:type="gramStart"/>
            <w:r w:rsidRPr="00D90C2A">
              <w:rPr>
                <w:b/>
                <w:sz w:val="22"/>
                <w:szCs w:val="22"/>
              </w:rPr>
              <w:t>VALOR  TOTAL</w:t>
            </w:r>
            <w:proofErr w:type="gramEnd"/>
            <w:r w:rsidRPr="00D90C2A">
              <w:rPr>
                <w:b/>
                <w:sz w:val="22"/>
                <w:szCs w:val="22"/>
              </w:rPr>
              <w:t xml:space="preserve">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proofErr w:type="gramStart"/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7D953412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 xml:space="preserve">Valor total de la oferta en </w:t>
            </w:r>
            <w:proofErr w:type="gramStart"/>
            <w:r w:rsidRPr="00D90C2A">
              <w:rPr>
                <w:sz w:val="22"/>
                <w:szCs w:val="22"/>
              </w:rPr>
              <w:t>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</w:t>
            </w:r>
            <w:proofErr w:type="gramEnd"/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533FD86B" w14:textId="77777777"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14:paraId="535E75E9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69DE3AD7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proofErr w:type="gramStart"/>
      <w:r w:rsidRPr="009B0931">
        <w:rPr>
          <w:rFonts w:ascii="Arial" w:hAnsi="Arial" w:cs="Arial"/>
          <w:sz w:val="20"/>
          <w:szCs w:val="22"/>
        </w:rPr>
        <w:t>…….</w:t>
      </w:r>
      <w:proofErr w:type="gramEnd"/>
      <w:r w:rsidRPr="009B0931">
        <w:rPr>
          <w:rFonts w:ascii="Arial" w:hAnsi="Arial" w:cs="Arial"/>
          <w:sz w:val="20"/>
          <w:szCs w:val="22"/>
        </w:rPr>
        <w:t xml:space="preserve">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0D844A16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271AEAC3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4EACFA3B" w14:textId="77777777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BD1DC7"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1D8C97B" wp14:editId="44B63386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BDEA3A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8C97B"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" filled="f" stroked="f">
                <v:textbox inset=",.3mm">
                  <w:txbxContent>
                    <w:p w14:paraId="2CBDEA3A" w14:textId="77777777"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77186" w14:textId="77777777"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14:paraId="39917F3B" w14:textId="77777777"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A69EC" w14:textId="77777777" w:rsidR="001007E7" w:rsidRDefault="00BD1DC7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D6E26B1" wp14:editId="55CF1018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8AC1EE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113E9C6F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2A04010D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D6E26B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" filled="f" stroked="f">
              <v:textbox style="mso-fit-shape-to-text:t" inset="0,0,0,0">
                <w:txbxContent>
                  <w:p w14:paraId="278AC1EE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113E9C6F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14:paraId="2A04010D" w14:textId="77777777"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4C8E4412" w14:textId="77777777" w:rsidR="001007E7" w:rsidRDefault="00BD1DC7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3A9409D" wp14:editId="0F207CFD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812CEC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3A9409D"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" filled="f" stroked="f">
              <v:textbox inset="0,0,0,0">
                <w:txbxContent>
                  <w:p w14:paraId="52812CEC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08D64F5E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6C67A0FE" wp14:editId="5E981B1F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20AF810C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36C3B" w14:textId="77777777"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14:paraId="4F4EB8DB" w14:textId="77777777"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14:paraId="0C554F01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3FC48B91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46F"/>
    <w:rsid w:val="00034DD9"/>
    <w:rsid w:val="000377D9"/>
    <w:rsid w:val="0004316E"/>
    <w:rsid w:val="001007E7"/>
    <w:rsid w:val="001020C0"/>
    <w:rsid w:val="00106793"/>
    <w:rsid w:val="00123B8D"/>
    <w:rsid w:val="0014583E"/>
    <w:rsid w:val="00157600"/>
    <w:rsid w:val="00170EC5"/>
    <w:rsid w:val="00194FF2"/>
    <w:rsid w:val="001F73A7"/>
    <w:rsid w:val="00200073"/>
    <w:rsid w:val="00237271"/>
    <w:rsid w:val="00252411"/>
    <w:rsid w:val="00253DBA"/>
    <w:rsid w:val="0026335F"/>
    <w:rsid w:val="002860A4"/>
    <w:rsid w:val="00291EFB"/>
    <w:rsid w:val="002971F5"/>
    <w:rsid w:val="002C4A7E"/>
    <w:rsid w:val="002E1412"/>
    <w:rsid w:val="00313904"/>
    <w:rsid w:val="00314023"/>
    <w:rsid w:val="0031441A"/>
    <w:rsid w:val="00326566"/>
    <w:rsid w:val="00337AF7"/>
    <w:rsid w:val="0035024C"/>
    <w:rsid w:val="00351DE8"/>
    <w:rsid w:val="0037246F"/>
    <w:rsid w:val="003A4539"/>
    <w:rsid w:val="003B29C3"/>
    <w:rsid w:val="003B38E0"/>
    <w:rsid w:val="00403697"/>
    <w:rsid w:val="0042490F"/>
    <w:rsid w:val="00450831"/>
    <w:rsid w:val="00466B9C"/>
    <w:rsid w:val="004767CC"/>
    <w:rsid w:val="0048508F"/>
    <w:rsid w:val="0049643D"/>
    <w:rsid w:val="004C4743"/>
    <w:rsid w:val="004D596D"/>
    <w:rsid w:val="004E2A12"/>
    <w:rsid w:val="004E4F9F"/>
    <w:rsid w:val="00535962"/>
    <w:rsid w:val="00544C48"/>
    <w:rsid w:val="005B442B"/>
    <w:rsid w:val="005C744C"/>
    <w:rsid w:val="005D0D63"/>
    <w:rsid w:val="005D708A"/>
    <w:rsid w:val="005F0D5D"/>
    <w:rsid w:val="00611A07"/>
    <w:rsid w:val="0062592A"/>
    <w:rsid w:val="006506D0"/>
    <w:rsid w:val="00651E48"/>
    <w:rsid w:val="006709BC"/>
    <w:rsid w:val="00715081"/>
    <w:rsid w:val="00780880"/>
    <w:rsid w:val="007B4164"/>
    <w:rsid w:val="007B6F6F"/>
    <w:rsid w:val="00810515"/>
    <w:rsid w:val="0083342F"/>
    <w:rsid w:val="00841F19"/>
    <w:rsid w:val="00854B4F"/>
    <w:rsid w:val="0087548A"/>
    <w:rsid w:val="008B3AE5"/>
    <w:rsid w:val="009002B4"/>
    <w:rsid w:val="00927FA8"/>
    <w:rsid w:val="00957FDA"/>
    <w:rsid w:val="00960503"/>
    <w:rsid w:val="009773D3"/>
    <w:rsid w:val="009A2AEC"/>
    <w:rsid w:val="009B0931"/>
    <w:rsid w:val="009E0472"/>
    <w:rsid w:val="00A16099"/>
    <w:rsid w:val="00A24343"/>
    <w:rsid w:val="00A640BD"/>
    <w:rsid w:val="00A65B06"/>
    <w:rsid w:val="00AB4966"/>
    <w:rsid w:val="00AC7631"/>
    <w:rsid w:val="00AD6766"/>
    <w:rsid w:val="00AD7919"/>
    <w:rsid w:val="00AF0D2F"/>
    <w:rsid w:val="00B3101F"/>
    <w:rsid w:val="00B35408"/>
    <w:rsid w:val="00B420BA"/>
    <w:rsid w:val="00B61D08"/>
    <w:rsid w:val="00B62EEF"/>
    <w:rsid w:val="00B64ADA"/>
    <w:rsid w:val="00B70293"/>
    <w:rsid w:val="00B82170"/>
    <w:rsid w:val="00B9237C"/>
    <w:rsid w:val="00B94CE2"/>
    <w:rsid w:val="00B97B51"/>
    <w:rsid w:val="00BA4B29"/>
    <w:rsid w:val="00BC1D0C"/>
    <w:rsid w:val="00BC61BD"/>
    <w:rsid w:val="00BD1DC7"/>
    <w:rsid w:val="00BE4FB0"/>
    <w:rsid w:val="00BF1AD5"/>
    <w:rsid w:val="00C4645F"/>
    <w:rsid w:val="00C558E7"/>
    <w:rsid w:val="00C57BDF"/>
    <w:rsid w:val="00C66D08"/>
    <w:rsid w:val="00C92848"/>
    <w:rsid w:val="00CA4661"/>
    <w:rsid w:val="00CE67A3"/>
    <w:rsid w:val="00D015CB"/>
    <w:rsid w:val="00D24FA7"/>
    <w:rsid w:val="00D533AD"/>
    <w:rsid w:val="00D64696"/>
    <w:rsid w:val="00D90D49"/>
    <w:rsid w:val="00DC3CA6"/>
    <w:rsid w:val="00DC5D96"/>
    <w:rsid w:val="00DD4F3E"/>
    <w:rsid w:val="00E13E55"/>
    <w:rsid w:val="00E3360B"/>
    <w:rsid w:val="00E50BF6"/>
    <w:rsid w:val="00E52B78"/>
    <w:rsid w:val="00E77D7B"/>
    <w:rsid w:val="00E96D05"/>
    <w:rsid w:val="00EA7406"/>
    <w:rsid w:val="00EB128A"/>
    <w:rsid w:val="00ED1DF7"/>
    <w:rsid w:val="00F116C5"/>
    <w:rsid w:val="00F225BF"/>
    <w:rsid w:val="00F22E90"/>
    <w:rsid w:val="00F25B99"/>
    <w:rsid w:val="00F32521"/>
    <w:rsid w:val="00F4086F"/>
    <w:rsid w:val="00F53753"/>
    <w:rsid w:val="00F7167E"/>
    <w:rsid w:val="00F7443C"/>
    <w:rsid w:val="00FC280C"/>
    <w:rsid w:val="00FC2870"/>
    <w:rsid w:val="00FD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;"/>
  <w14:docId w14:val="07AB93ED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8B830-5F31-4E89-ADB9-146436DEF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1</TotalTime>
  <Pages>1</Pages>
  <Words>107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Compras CONADIS</cp:lastModifiedBy>
  <cp:revision>3</cp:revision>
  <cp:lastPrinted>2011-03-04T18:27:00Z</cp:lastPrinted>
  <dcterms:created xsi:type="dcterms:W3CDTF">2025-06-23T15:28:00Z</dcterms:created>
  <dcterms:modified xsi:type="dcterms:W3CDTF">2025-06-23T15:29:00Z</dcterms:modified>
</cp:coreProperties>
</file>