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7DABAC2C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291EFB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D533AD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D533AD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0377D9">
                                      <w:rPr>
                                        <w:rStyle w:val="Style2"/>
                                      </w:rPr>
                                      <w:t>30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7DABAC2C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291EFB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D533AD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D533AD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0377D9">
                                <w:rPr>
                                  <w:rStyle w:val="Style2"/>
                                </w:rPr>
                                <w:t>30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0377D9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5A0C2082" w14:textId="77777777" w:rsidR="002E1412" w:rsidRPr="002E1412" w:rsidRDefault="0045083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1CBCB73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07C9F4C8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79A227FD" w:rsidR="00BC61BD" w:rsidRPr="00BC61BD" w:rsidRDefault="00F32521">
                                <w:pPr>
                                  <w:rPr>
                                    <w:lang w:val="en-US"/>
                                  </w:rPr>
                                </w:pPr>
                                <w:r w:rsidRPr="00F32521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CE51AA8" wp14:editId="6C94FF23">
                                      <wp:extent cx="872490" cy="863073"/>
                                      <wp:effectExtent l="0" t="0" r="3810" b="0"/>
                                      <wp:docPr id="1398920406" name="Imagen 1398920406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98920406" name="Imagen 1398920406" descr="Logotipo, nombre de la empresa&#10;&#10;El contenido generado por IA puede ser incorrecto.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86307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DC9F8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BC92952" w14:textId="79A227FD" w:rsidR="00BC61BD" w:rsidRPr="00BC61BD" w:rsidRDefault="00F32521">
                          <w:pPr>
                            <w:rPr>
                              <w:lang w:val="en-US"/>
                            </w:rPr>
                          </w:pPr>
                          <w:r w:rsidRPr="00F32521">
                            <w:rPr>
                              <w:noProof/>
                            </w:rPr>
                            <w:drawing>
                              <wp:inline distT="0" distB="0" distL="0" distR="0" wp14:anchorId="5CE51AA8" wp14:editId="6C94FF23">
                                <wp:extent cx="872490" cy="863073"/>
                                <wp:effectExtent l="0" t="0" r="3810" b="0"/>
                                <wp:docPr id="1398920406" name="Imagen 1398920406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98920406" name="Imagen 1398920406" descr="Logotipo, nombre de la empresa&#10;&#10;El contenido generado por IA puede ser incorrecto.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86307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0377D9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386CE8A5" w14:textId="77777777" w:rsidR="00F7443C" w:rsidRPr="004767CC" w:rsidRDefault="0045083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0377D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588A1809" w14:textId="77777777" w:rsidR="0026335F" w:rsidRPr="0026335F" w:rsidRDefault="00450831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377D9"/>
    <w:rsid w:val="0004316E"/>
    <w:rsid w:val="001007E7"/>
    <w:rsid w:val="001020C0"/>
    <w:rsid w:val="00106793"/>
    <w:rsid w:val="00123B8D"/>
    <w:rsid w:val="0014583E"/>
    <w:rsid w:val="00157600"/>
    <w:rsid w:val="00170EC5"/>
    <w:rsid w:val="00194FF2"/>
    <w:rsid w:val="001F73A7"/>
    <w:rsid w:val="00200073"/>
    <w:rsid w:val="00237271"/>
    <w:rsid w:val="00252411"/>
    <w:rsid w:val="00253DBA"/>
    <w:rsid w:val="0026335F"/>
    <w:rsid w:val="002860A4"/>
    <w:rsid w:val="00291EFB"/>
    <w:rsid w:val="002971F5"/>
    <w:rsid w:val="002C4A7E"/>
    <w:rsid w:val="002E1412"/>
    <w:rsid w:val="00313904"/>
    <w:rsid w:val="00314023"/>
    <w:rsid w:val="0031441A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50831"/>
    <w:rsid w:val="00466B9C"/>
    <w:rsid w:val="004767CC"/>
    <w:rsid w:val="0048508F"/>
    <w:rsid w:val="0049643D"/>
    <w:rsid w:val="004C4743"/>
    <w:rsid w:val="004D596D"/>
    <w:rsid w:val="004E2A12"/>
    <w:rsid w:val="004E4F9F"/>
    <w:rsid w:val="00535962"/>
    <w:rsid w:val="00544C48"/>
    <w:rsid w:val="005B442B"/>
    <w:rsid w:val="005C744C"/>
    <w:rsid w:val="005D0D63"/>
    <w:rsid w:val="005D708A"/>
    <w:rsid w:val="005F0D5D"/>
    <w:rsid w:val="00611A07"/>
    <w:rsid w:val="0062592A"/>
    <w:rsid w:val="006506D0"/>
    <w:rsid w:val="00651E48"/>
    <w:rsid w:val="006709BC"/>
    <w:rsid w:val="00715081"/>
    <w:rsid w:val="00780880"/>
    <w:rsid w:val="007B4164"/>
    <w:rsid w:val="007B6F6F"/>
    <w:rsid w:val="00810515"/>
    <w:rsid w:val="0083342F"/>
    <w:rsid w:val="00841F19"/>
    <w:rsid w:val="00854B4F"/>
    <w:rsid w:val="008B3AE5"/>
    <w:rsid w:val="009002B4"/>
    <w:rsid w:val="00957FDA"/>
    <w:rsid w:val="00960503"/>
    <w:rsid w:val="009773D3"/>
    <w:rsid w:val="009A2AEC"/>
    <w:rsid w:val="009B0931"/>
    <w:rsid w:val="009E0472"/>
    <w:rsid w:val="00A16099"/>
    <w:rsid w:val="00A24343"/>
    <w:rsid w:val="00A640BD"/>
    <w:rsid w:val="00A65B06"/>
    <w:rsid w:val="00AB4966"/>
    <w:rsid w:val="00AC7631"/>
    <w:rsid w:val="00AD6766"/>
    <w:rsid w:val="00AD7919"/>
    <w:rsid w:val="00AF0D2F"/>
    <w:rsid w:val="00B3101F"/>
    <w:rsid w:val="00B35408"/>
    <w:rsid w:val="00B420BA"/>
    <w:rsid w:val="00B61D08"/>
    <w:rsid w:val="00B62EEF"/>
    <w:rsid w:val="00B64ADA"/>
    <w:rsid w:val="00B70293"/>
    <w:rsid w:val="00B82170"/>
    <w:rsid w:val="00B9237C"/>
    <w:rsid w:val="00B97B51"/>
    <w:rsid w:val="00BC1D0C"/>
    <w:rsid w:val="00BC61BD"/>
    <w:rsid w:val="00BD1DC7"/>
    <w:rsid w:val="00BE4FB0"/>
    <w:rsid w:val="00BF1AD5"/>
    <w:rsid w:val="00C4645F"/>
    <w:rsid w:val="00C558E7"/>
    <w:rsid w:val="00C57BDF"/>
    <w:rsid w:val="00C66D08"/>
    <w:rsid w:val="00C92848"/>
    <w:rsid w:val="00CA4661"/>
    <w:rsid w:val="00CE67A3"/>
    <w:rsid w:val="00D015CB"/>
    <w:rsid w:val="00D24FA7"/>
    <w:rsid w:val="00D533AD"/>
    <w:rsid w:val="00D64696"/>
    <w:rsid w:val="00D90D49"/>
    <w:rsid w:val="00DC3CA6"/>
    <w:rsid w:val="00DC5D96"/>
    <w:rsid w:val="00DD4F3E"/>
    <w:rsid w:val="00E13E55"/>
    <w:rsid w:val="00E3360B"/>
    <w:rsid w:val="00E50BF6"/>
    <w:rsid w:val="00E52B78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32521"/>
    <w:rsid w:val="00F4086F"/>
    <w:rsid w:val="00F53753"/>
    <w:rsid w:val="00F7167E"/>
    <w:rsid w:val="00F7443C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8B830-5F31-4E89-ADB9-146436DE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2025-06-18T15:46:00Z</dcterms:created>
  <dcterms:modified xsi:type="dcterms:W3CDTF">2025-06-18T17:15:00Z</dcterms:modified>
</cp:coreProperties>
</file>