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C43AFFF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CCC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PEPB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333333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CC6DF7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C43AFFF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357CC1">
                                <w:rPr>
                                  <w:rStyle w:val="Style2"/>
                                </w:rPr>
                                <w:t>CCC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 w:rsidR="00357CC1">
                                <w:rPr>
                                  <w:rStyle w:val="Style2"/>
                                </w:rPr>
                                <w:t>PEPB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333333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E2A12">
                                <w:rPr>
                                  <w:rStyle w:val="Style2"/>
                                </w:rPr>
                                <w:t>0</w:t>
                              </w:r>
                              <w:r w:rsidR="00CC6DF7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CC6DF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3669A06F" w:rsidR="00BC61BD" w:rsidRPr="00BC61BD" w:rsidRDefault="00333333">
                                <w:pPr>
                                  <w:rPr>
                                    <w:lang w:val="en-US"/>
                                  </w:rPr>
                                </w:pPr>
                                <w:r w:rsidRPr="00333333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D3CA5AF" wp14:editId="3FCEE5B4">
                                      <wp:extent cx="876300" cy="733647"/>
                                      <wp:effectExtent l="0" t="0" r="0" b="9525"/>
                                      <wp:docPr id="1475562595" name="Imagen 147556259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475562595" name="Imagen 1475562595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86102" cy="7418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3669A06F" w:rsidR="00BC61BD" w:rsidRPr="00BC61BD" w:rsidRDefault="00333333">
                          <w:pPr>
                            <w:rPr>
                              <w:lang w:val="en-US"/>
                            </w:rPr>
                          </w:pPr>
                          <w:r w:rsidRPr="00333333">
                            <w:drawing>
                              <wp:inline distT="0" distB="0" distL="0" distR="0" wp14:anchorId="0D3CA5AF" wp14:editId="3FCEE5B4">
                                <wp:extent cx="876300" cy="733647"/>
                                <wp:effectExtent l="0" t="0" r="0" b="9525"/>
                                <wp:docPr id="1475562595" name="Imagen 147556259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75562595" name="Imagen 1475562595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6102" cy="74185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CC6DF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CC6DF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2F23D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852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2F23D9"/>
    <w:rsid w:val="00314023"/>
    <w:rsid w:val="0031441A"/>
    <w:rsid w:val="00326566"/>
    <w:rsid w:val="00333333"/>
    <w:rsid w:val="00337AF7"/>
    <w:rsid w:val="0035024C"/>
    <w:rsid w:val="00351DE8"/>
    <w:rsid w:val="00357CC1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4F0B4D"/>
    <w:rsid w:val="00535962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268A0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51B21"/>
    <w:rsid w:val="00C66D08"/>
    <w:rsid w:val="00C92848"/>
    <w:rsid w:val="00CA4661"/>
    <w:rsid w:val="00CB101C"/>
    <w:rsid w:val="00CC6DF7"/>
    <w:rsid w:val="00CE67A3"/>
    <w:rsid w:val="00D015CB"/>
    <w:rsid w:val="00D24FA7"/>
    <w:rsid w:val="00D64696"/>
    <w:rsid w:val="00D90D49"/>
    <w:rsid w:val="00D929B6"/>
    <w:rsid w:val="00DC3CA6"/>
    <w:rsid w:val="00DC5D96"/>
    <w:rsid w:val="00DD4F3E"/>
    <w:rsid w:val="00DE08DA"/>
    <w:rsid w:val="00DF0F78"/>
    <w:rsid w:val="00E13E55"/>
    <w:rsid w:val="00E3360B"/>
    <w:rsid w:val="00E50BF6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47F8-9AB0-40E3-B5B9-861E3C76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6</cp:revision>
  <cp:lastPrinted>2011-03-04T18:27:00Z</cp:lastPrinted>
  <dcterms:created xsi:type="dcterms:W3CDTF">2024-10-18T13:39:00Z</dcterms:created>
  <dcterms:modified xsi:type="dcterms:W3CDTF">2025-06-12T17:09:00Z</dcterms:modified>
</cp:coreProperties>
</file>